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Borders>
          <w:top w:val="single" w:sz="4" w:space="0" w:color="000000"/>
          <w:bottom w:val="single" w:sz="4" w:space="0" w:color="000000"/>
          <w:insideH w:val="single" w:sz="4" w:space="0" w:color="000000"/>
        </w:tblBorders>
        <w:tblLayout w:type="fixed"/>
        <w:tblCellMar>
          <w:left w:w="0" w:type="dxa"/>
          <w:right w:w="0" w:type="dxa"/>
        </w:tblCellMar>
        <w:tblLook w:val="04A0" w:firstRow="1" w:lastRow="0" w:firstColumn="1" w:lastColumn="0" w:noHBand="0" w:noVBand="1"/>
      </w:tblPr>
      <w:tblGrid>
        <w:gridCol w:w="3486"/>
        <w:gridCol w:w="3415"/>
        <w:gridCol w:w="3305"/>
      </w:tblGrid>
      <w:tr w:rsidR="00D35CC3" w:rsidRPr="004C122B" w:rsidTr="00942505">
        <w:tc>
          <w:tcPr>
            <w:tcW w:w="3486" w:type="dxa"/>
            <w:tcBorders>
              <w:bottom w:val="single" w:sz="4" w:space="0" w:color="000000"/>
            </w:tcBorders>
            <w:shd w:val="clear" w:color="auto" w:fill="auto"/>
            <w:tcMar>
              <w:top w:w="85" w:type="dxa"/>
              <w:bottom w:w="85" w:type="dxa"/>
            </w:tcMar>
          </w:tcPr>
          <w:p w:rsidR="00D35CC3" w:rsidRDefault="00D35CC3" w:rsidP="00624106">
            <w:pPr>
              <w:pStyle w:val="CUSTOMBoldColumnHeading"/>
            </w:pPr>
          </w:p>
        </w:tc>
        <w:tc>
          <w:tcPr>
            <w:tcW w:w="6720" w:type="dxa"/>
            <w:gridSpan w:val="2"/>
            <w:tcBorders>
              <w:bottom w:val="single" w:sz="4" w:space="0" w:color="000000"/>
            </w:tcBorders>
            <w:shd w:val="clear" w:color="auto" w:fill="auto"/>
            <w:tcMar>
              <w:top w:w="85" w:type="dxa"/>
              <w:bottom w:w="85" w:type="dxa"/>
            </w:tcMar>
          </w:tcPr>
          <w:p w:rsidR="00D35CC3" w:rsidRDefault="00D35CC3" w:rsidP="003A609C">
            <w:pPr>
              <w:pStyle w:val="CUSTOMBoldColumnHeading"/>
            </w:pPr>
          </w:p>
        </w:tc>
      </w:tr>
      <w:tr w:rsidR="004C122B" w:rsidRPr="004C122B" w:rsidTr="009D4370">
        <w:tc>
          <w:tcPr>
            <w:tcW w:w="3486" w:type="dxa"/>
            <w:tcBorders>
              <w:top w:val="single" w:sz="4" w:space="0" w:color="000000"/>
              <w:bottom w:val="single" w:sz="4" w:space="0" w:color="000000"/>
            </w:tcBorders>
            <w:shd w:val="clear" w:color="auto" w:fill="auto"/>
            <w:tcMar>
              <w:top w:w="85" w:type="dxa"/>
              <w:bottom w:w="85" w:type="dxa"/>
            </w:tcMar>
          </w:tcPr>
          <w:p w:rsidR="00813362" w:rsidRDefault="00813362" w:rsidP="003A609C">
            <w:pPr>
              <w:pStyle w:val="CUSTOMHeaderText"/>
            </w:pPr>
          </w:p>
        </w:tc>
        <w:tc>
          <w:tcPr>
            <w:tcW w:w="3415" w:type="dxa"/>
            <w:tcBorders>
              <w:top w:val="single" w:sz="4" w:space="0" w:color="000000"/>
              <w:bottom w:val="single" w:sz="4" w:space="0" w:color="000000"/>
            </w:tcBorders>
            <w:shd w:val="clear" w:color="auto" w:fill="auto"/>
            <w:tcMar>
              <w:top w:w="85" w:type="dxa"/>
              <w:bottom w:w="85" w:type="dxa"/>
            </w:tcMar>
          </w:tcPr>
          <w:p w:rsidR="00813362" w:rsidRDefault="00813362" w:rsidP="003A609C">
            <w:pPr>
              <w:pStyle w:val="CUSTOMHeaderText"/>
            </w:pPr>
          </w:p>
        </w:tc>
        <w:tc>
          <w:tcPr>
            <w:tcW w:w="3305" w:type="dxa"/>
            <w:tcBorders>
              <w:top w:val="single" w:sz="4" w:space="0" w:color="000000"/>
              <w:bottom w:val="single" w:sz="4" w:space="0" w:color="000000"/>
            </w:tcBorders>
            <w:shd w:val="clear" w:color="auto" w:fill="auto"/>
            <w:tcMar>
              <w:top w:w="85" w:type="dxa"/>
              <w:bottom w:w="85" w:type="dxa"/>
            </w:tcMar>
          </w:tcPr>
          <w:p w:rsidR="00813362" w:rsidRDefault="00813362" w:rsidP="003A609C">
            <w:pPr>
              <w:pStyle w:val="CUSTOMHeaderText"/>
            </w:pPr>
          </w:p>
        </w:tc>
      </w:tr>
      <w:tr w:rsidR="004C122B" w:rsidTr="009D4370">
        <w:tc>
          <w:tcPr>
            <w:tcW w:w="3486" w:type="dxa"/>
            <w:tcBorders>
              <w:top w:val="single" w:sz="4" w:space="0" w:color="000000"/>
              <w:bottom w:val="single" w:sz="4" w:space="0" w:color="000000"/>
            </w:tcBorders>
            <w:shd w:val="clear" w:color="auto" w:fill="auto"/>
            <w:tcMar>
              <w:top w:w="85" w:type="dxa"/>
              <w:bottom w:w="85" w:type="dxa"/>
            </w:tcMar>
          </w:tcPr>
          <w:p w:rsidR="00813362" w:rsidRDefault="00813362" w:rsidP="003A609C">
            <w:pPr>
              <w:pStyle w:val="CUSTOMHeaderText"/>
            </w:pPr>
          </w:p>
        </w:tc>
        <w:tc>
          <w:tcPr>
            <w:tcW w:w="3415" w:type="dxa"/>
            <w:tcBorders>
              <w:top w:val="single" w:sz="4" w:space="0" w:color="000000"/>
              <w:bottom w:val="single" w:sz="4" w:space="0" w:color="000000"/>
            </w:tcBorders>
            <w:shd w:val="clear" w:color="auto" w:fill="auto"/>
            <w:tcMar>
              <w:top w:w="85" w:type="dxa"/>
              <w:bottom w:w="85" w:type="dxa"/>
            </w:tcMar>
          </w:tcPr>
          <w:p w:rsidR="00813362" w:rsidRDefault="00813362" w:rsidP="003A609C">
            <w:pPr>
              <w:pStyle w:val="CUSTOMHeaderText"/>
            </w:pPr>
          </w:p>
        </w:tc>
        <w:tc>
          <w:tcPr>
            <w:tcW w:w="3305" w:type="dxa"/>
            <w:tcBorders>
              <w:top w:val="single" w:sz="4" w:space="0" w:color="000000"/>
              <w:bottom w:val="single" w:sz="4" w:space="0" w:color="000000"/>
            </w:tcBorders>
            <w:shd w:val="clear" w:color="auto" w:fill="auto"/>
            <w:tcMar>
              <w:top w:w="85" w:type="dxa"/>
              <w:bottom w:w="85" w:type="dxa"/>
            </w:tcMar>
          </w:tcPr>
          <w:p w:rsidR="00813362" w:rsidRDefault="00813362" w:rsidP="00862CBF">
            <w:pPr>
              <w:pStyle w:val="CUSTOMHeaderText"/>
            </w:pPr>
          </w:p>
        </w:tc>
      </w:tr>
      <w:tr w:rsidR="003E416A" w:rsidTr="00862CBF">
        <w:tc>
          <w:tcPr>
            <w:tcW w:w="3486" w:type="dxa"/>
            <w:tcBorders>
              <w:top w:val="single" w:sz="4" w:space="0" w:color="000000"/>
              <w:bottom w:val="single" w:sz="4" w:space="0" w:color="000000"/>
            </w:tcBorders>
            <w:shd w:val="clear" w:color="auto" w:fill="auto"/>
            <w:tcMar>
              <w:top w:w="85" w:type="dxa"/>
              <w:bottom w:w="85" w:type="dxa"/>
            </w:tcMar>
          </w:tcPr>
          <w:p w:rsidR="003E416A" w:rsidRDefault="003E416A" w:rsidP="00862CBF">
            <w:pPr>
              <w:pStyle w:val="CUSTOMHeaderText"/>
            </w:pPr>
          </w:p>
        </w:tc>
        <w:tc>
          <w:tcPr>
            <w:tcW w:w="6720" w:type="dxa"/>
            <w:gridSpan w:val="2"/>
            <w:tcBorders>
              <w:top w:val="single" w:sz="4" w:space="0" w:color="000000"/>
              <w:bottom w:val="single" w:sz="4" w:space="0" w:color="000000"/>
            </w:tcBorders>
            <w:shd w:val="clear" w:color="auto" w:fill="auto"/>
            <w:tcMar>
              <w:top w:w="85" w:type="dxa"/>
              <w:bottom w:w="85" w:type="dxa"/>
            </w:tcMar>
          </w:tcPr>
          <w:p w:rsidR="003E416A" w:rsidRDefault="003E416A" w:rsidP="003A609C">
            <w:pPr>
              <w:pStyle w:val="CUSTOMHeaderText"/>
            </w:pPr>
          </w:p>
        </w:tc>
      </w:tr>
      <w:tr w:rsidR="003E416A" w:rsidTr="00862CBF">
        <w:tc>
          <w:tcPr>
            <w:tcW w:w="10206" w:type="dxa"/>
            <w:gridSpan w:val="3"/>
            <w:tcBorders>
              <w:top w:val="single" w:sz="4" w:space="0" w:color="000000"/>
              <w:bottom w:val="single" w:sz="4" w:space="0" w:color="000000"/>
            </w:tcBorders>
            <w:shd w:val="clear" w:color="auto" w:fill="auto"/>
            <w:tcMar>
              <w:top w:w="85" w:type="dxa"/>
              <w:bottom w:w="85" w:type="dxa"/>
            </w:tcMar>
          </w:tcPr>
          <w:p w:rsidR="003E416A" w:rsidRDefault="003E416A" w:rsidP="003A609C">
            <w:pPr>
              <w:pStyle w:val="CUSTOMHeaderText"/>
            </w:pPr>
          </w:p>
        </w:tc>
      </w:tr>
      <w:tr w:rsidR="00813362" w:rsidRPr="008C4F7F" w:rsidTr="00942505">
        <w:tc>
          <w:tcPr>
            <w:tcW w:w="10206" w:type="dxa"/>
            <w:gridSpan w:val="3"/>
            <w:tcBorders>
              <w:top w:val="single" w:sz="4" w:space="0" w:color="000000"/>
              <w:bottom w:val="single" w:sz="4" w:space="0" w:color="000000"/>
            </w:tcBorders>
            <w:shd w:val="clear" w:color="auto" w:fill="auto"/>
            <w:tcMar>
              <w:top w:w="85" w:type="dxa"/>
              <w:bottom w:w="85" w:type="dxa"/>
            </w:tcMar>
          </w:tcPr>
          <w:p w:rsidR="00813362" w:rsidRDefault="00813362" w:rsidP="001F797D">
            <w:pPr>
              <w:pStyle w:val="CUSTOMBoldColumnHeading"/>
            </w:pPr>
          </w:p>
        </w:tc>
      </w:tr>
      <w:tr w:rsidR="00813362" w:rsidRPr="004C122B" w:rsidTr="00C44E9D">
        <w:trPr>
          <w:trHeight w:hRule="exact" w:val="9923"/>
        </w:trPr>
        <w:tc>
          <w:tcPr>
            <w:tcW w:w="10206" w:type="dxa"/>
            <w:gridSpan w:val="3"/>
            <w:tcBorders>
              <w:top w:val="single" w:sz="4" w:space="0" w:color="000000"/>
              <w:bottom w:val="single" w:sz="4" w:space="0" w:color="000000"/>
            </w:tcBorders>
            <w:shd w:val="clear" w:color="auto" w:fill="auto"/>
            <w:tcMar>
              <w:top w:w="57" w:type="dxa"/>
              <w:bottom w:w="85" w:type="dxa"/>
            </w:tcMar>
          </w:tcPr>
          <w:p w:rsidR="00813362" w:rsidRPr="008C4F7F" w:rsidRDefault="002023BD" w:rsidP="00DC01AB">
            <w:pPr>
              <w:pStyle w:val="CUSTOMNormal"/>
            </w:pPr>
            <w:r>
              <w:rPr>
                <w:noProof/>
                <w:lang w:eastAsia="en-GB"/>
              </w:rPr>
              <mc:AlternateContent>
                <mc:Choice Requires="wps">
                  <w:drawing>
                    <wp:anchor distT="0" distB="0" distL="114300" distR="114300" simplePos="0" relativeHeight="251660288" behindDoc="0" locked="0" layoutInCell="1" allowOverlap="1" wp14:anchorId="5CC01FCD" wp14:editId="5190EFFC">
                      <wp:simplePos x="0" y="0"/>
                      <wp:positionH relativeFrom="column">
                        <wp:posOffset>2004407</wp:posOffset>
                      </wp:positionH>
                      <wp:positionV relativeFrom="page">
                        <wp:posOffset>3261060</wp:posOffset>
                      </wp:positionV>
                      <wp:extent cx="155575" cy="1129665"/>
                      <wp:effectExtent l="0" t="0" r="15875" b="13335"/>
                      <wp:wrapNone/>
                      <wp:docPr id="4" name="Freeform 4"/>
                      <wp:cNvGraphicFramePr/>
                      <a:graphic xmlns:a="http://schemas.openxmlformats.org/drawingml/2006/main">
                        <a:graphicData uri="http://schemas.microsoft.com/office/word/2010/wordprocessingShape">
                          <wps:wsp>
                            <wps:cNvSpPr/>
                            <wps:spPr>
                              <a:xfrm>
                                <a:off x="0" y="0"/>
                                <a:ext cx="155575" cy="1129665"/>
                              </a:xfrm>
                              <a:custGeom>
                                <a:avLst/>
                                <a:gdLst>
                                  <a:gd name="connsiteX0" fmla="*/ 112226 w 156028"/>
                                  <a:gd name="connsiteY0" fmla="*/ 0 h 1130061"/>
                                  <a:gd name="connsiteX1" fmla="*/ 155358 w 156028"/>
                                  <a:gd name="connsiteY1" fmla="*/ 25880 h 1130061"/>
                                  <a:gd name="connsiteX2" fmla="*/ 138105 w 156028"/>
                                  <a:gd name="connsiteY2" fmla="*/ 112144 h 1130061"/>
                                  <a:gd name="connsiteX3" fmla="*/ 120852 w 156028"/>
                                  <a:gd name="connsiteY3" fmla="*/ 224287 h 1130061"/>
                                  <a:gd name="connsiteX4" fmla="*/ 86347 w 156028"/>
                                  <a:gd name="connsiteY4" fmla="*/ 276046 h 1130061"/>
                                  <a:gd name="connsiteX5" fmla="*/ 77720 w 156028"/>
                                  <a:gd name="connsiteY5" fmla="*/ 362310 h 1130061"/>
                                  <a:gd name="connsiteX6" fmla="*/ 60467 w 156028"/>
                                  <a:gd name="connsiteY6" fmla="*/ 422695 h 1130061"/>
                                  <a:gd name="connsiteX7" fmla="*/ 51841 w 156028"/>
                                  <a:gd name="connsiteY7" fmla="*/ 474453 h 1130061"/>
                                  <a:gd name="connsiteX8" fmla="*/ 43215 w 156028"/>
                                  <a:gd name="connsiteY8" fmla="*/ 577970 h 1130061"/>
                                  <a:gd name="connsiteX9" fmla="*/ 25962 w 156028"/>
                                  <a:gd name="connsiteY9" fmla="*/ 621102 h 1130061"/>
                                  <a:gd name="connsiteX10" fmla="*/ 17335 w 156028"/>
                                  <a:gd name="connsiteY10" fmla="*/ 655608 h 1130061"/>
                                  <a:gd name="connsiteX11" fmla="*/ 8709 w 156028"/>
                                  <a:gd name="connsiteY11" fmla="*/ 767751 h 1130061"/>
                                  <a:gd name="connsiteX12" fmla="*/ 82 w 156028"/>
                                  <a:gd name="connsiteY12" fmla="*/ 793631 h 1130061"/>
                                  <a:gd name="connsiteX13" fmla="*/ 17335 w 156028"/>
                                  <a:gd name="connsiteY13" fmla="*/ 845389 h 1130061"/>
                                  <a:gd name="connsiteX14" fmla="*/ 25962 w 156028"/>
                                  <a:gd name="connsiteY14" fmla="*/ 931653 h 1130061"/>
                                  <a:gd name="connsiteX15" fmla="*/ 34588 w 156028"/>
                                  <a:gd name="connsiteY15" fmla="*/ 1069676 h 1130061"/>
                                  <a:gd name="connsiteX16" fmla="*/ 60467 w 156028"/>
                                  <a:gd name="connsiteY16" fmla="*/ 1104182 h 1130061"/>
                                  <a:gd name="connsiteX17" fmla="*/ 69094 w 156028"/>
                                  <a:gd name="connsiteY17" fmla="*/ 1130061 h 1130061"/>
                                  <a:gd name="connsiteX0" fmla="*/ 112226 w 156028"/>
                                  <a:gd name="connsiteY0" fmla="*/ 0 h 1130061"/>
                                  <a:gd name="connsiteX1" fmla="*/ 155358 w 156028"/>
                                  <a:gd name="connsiteY1" fmla="*/ 25880 h 1130061"/>
                                  <a:gd name="connsiteX2" fmla="*/ 138105 w 156028"/>
                                  <a:gd name="connsiteY2" fmla="*/ 112144 h 1130061"/>
                                  <a:gd name="connsiteX3" fmla="*/ 120852 w 156028"/>
                                  <a:gd name="connsiteY3" fmla="*/ 224287 h 1130061"/>
                                  <a:gd name="connsiteX4" fmla="*/ 86347 w 156028"/>
                                  <a:gd name="connsiteY4" fmla="*/ 276046 h 1130061"/>
                                  <a:gd name="connsiteX5" fmla="*/ 77720 w 156028"/>
                                  <a:gd name="connsiteY5" fmla="*/ 362310 h 1130061"/>
                                  <a:gd name="connsiteX6" fmla="*/ 60467 w 156028"/>
                                  <a:gd name="connsiteY6" fmla="*/ 422695 h 1130061"/>
                                  <a:gd name="connsiteX7" fmla="*/ 51841 w 156028"/>
                                  <a:gd name="connsiteY7" fmla="*/ 474453 h 1130061"/>
                                  <a:gd name="connsiteX8" fmla="*/ 43215 w 156028"/>
                                  <a:gd name="connsiteY8" fmla="*/ 577970 h 1130061"/>
                                  <a:gd name="connsiteX9" fmla="*/ 25962 w 156028"/>
                                  <a:gd name="connsiteY9" fmla="*/ 621102 h 1130061"/>
                                  <a:gd name="connsiteX10" fmla="*/ 17335 w 156028"/>
                                  <a:gd name="connsiteY10" fmla="*/ 655608 h 1130061"/>
                                  <a:gd name="connsiteX11" fmla="*/ 8709 w 156028"/>
                                  <a:gd name="connsiteY11" fmla="*/ 767751 h 1130061"/>
                                  <a:gd name="connsiteX12" fmla="*/ 82 w 156028"/>
                                  <a:gd name="connsiteY12" fmla="*/ 793631 h 1130061"/>
                                  <a:gd name="connsiteX13" fmla="*/ 17335 w 156028"/>
                                  <a:gd name="connsiteY13" fmla="*/ 845389 h 1130061"/>
                                  <a:gd name="connsiteX14" fmla="*/ 25962 w 156028"/>
                                  <a:gd name="connsiteY14" fmla="*/ 931653 h 1130061"/>
                                  <a:gd name="connsiteX15" fmla="*/ 34588 w 156028"/>
                                  <a:gd name="connsiteY15" fmla="*/ 1069676 h 1130061"/>
                                  <a:gd name="connsiteX16" fmla="*/ 60467 w 156028"/>
                                  <a:gd name="connsiteY16" fmla="*/ 1104182 h 1130061"/>
                                  <a:gd name="connsiteX17" fmla="*/ 34606 w 156028"/>
                                  <a:gd name="connsiteY17" fmla="*/ 1130061 h 1130061"/>
                                  <a:gd name="connsiteX0" fmla="*/ 112226 w 156028"/>
                                  <a:gd name="connsiteY0" fmla="*/ 0 h 1130061"/>
                                  <a:gd name="connsiteX1" fmla="*/ 155358 w 156028"/>
                                  <a:gd name="connsiteY1" fmla="*/ 25880 h 1130061"/>
                                  <a:gd name="connsiteX2" fmla="*/ 138105 w 156028"/>
                                  <a:gd name="connsiteY2" fmla="*/ 112144 h 1130061"/>
                                  <a:gd name="connsiteX3" fmla="*/ 120852 w 156028"/>
                                  <a:gd name="connsiteY3" fmla="*/ 224287 h 1130061"/>
                                  <a:gd name="connsiteX4" fmla="*/ 86347 w 156028"/>
                                  <a:gd name="connsiteY4" fmla="*/ 276046 h 1130061"/>
                                  <a:gd name="connsiteX5" fmla="*/ 77720 w 156028"/>
                                  <a:gd name="connsiteY5" fmla="*/ 362310 h 1130061"/>
                                  <a:gd name="connsiteX6" fmla="*/ 60467 w 156028"/>
                                  <a:gd name="connsiteY6" fmla="*/ 422695 h 1130061"/>
                                  <a:gd name="connsiteX7" fmla="*/ 51841 w 156028"/>
                                  <a:gd name="connsiteY7" fmla="*/ 474453 h 1130061"/>
                                  <a:gd name="connsiteX8" fmla="*/ 43215 w 156028"/>
                                  <a:gd name="connsiteY8" fmla="*/ 577970 h 1130061"/>
                                  <a:gd name="connsiteX9" fmla="*/ 25962 w 156028"/>
                                  <a:gd name="connsiteY9" fmla="*/ 621102 h 1130061"/>
                                  <a:gd name="connsiteX10" fmla="*/ 17335 w 156028"/>
                                  <a:gd name="connsiteY10" fmla="*/ 655608 h 1130061"/>
                                  <a:gd name="connsiteX11" fmla="*/ 8709 w 156028"/>
                                  <a:gd name="connsiteY11" fmla="*/ 767751 h 1130061"/>
                                  <a:gd name="connsiteX12" fmla="*/ 82 w 156028"/>
                                  <a:gd name="connsiteY12" fmla="*/ 793631 h 1130061"/>
                                  <a:gd name="connsiteX13" fmla="*/ 17335 w 156028"/>
                                  <a:gd name="connsiteY13" fmla="*/ 845389 h 1130061"/>
                                  <a:gd name="connsiteX14" fmla="*/ 25962 w 156028"/>
                                  <a:gd name="connsiteY14" fmla="*/ 931653 h 1130061"/>
                                  <a:gd name="connsiteX15" fmla="*/ 34588 w 156028"/>
                                  <a:gd name="connsiteY15" fmla="*/ 1069676 h 1130061"/>
                                  <a:gd name="connsiteX16" fmla="*/ 60467 w 156028"/>
                                  <a:gd name="connsiteY16" fmla="*/ 1104182 h 1130061"/>
                                  <a:gd name="connsiteX17" fmla="*/ 0 w 156028"/>
                                  <a:gd name="connsiteY17" fmla="*/ 1130061 h 11300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56028" h="1130061">
                                    <a:moveTo>
                                      <a:pt x="112226" y="0"/>
                                    </a:moveTo>
                                    <a:cubicBezTo>
                                      <a:pt x="126603" y="8627"/>
                                      <a:pt x="148548" y="10558"/>
                                      <a:pt x="155358" y="25880"/>
                                    </a:cubicBezTo>
                                    <a:cubicBezTo>
                                      <a:pt x="159801" y="35877"/>
                                      <a:pt x="140794" y="96905"/>
                                      <a:pt x="138105" y="112144"/>
                                    </a:cubicBezTo>
                                    <a:cubicBezTo>
                                      <a:pt x="131532" y="149389"/>
                                      <a:pt x="132241" y="188222"/>
                                      <a:pt x="120852" y="224287"/>
                                    </a:cubicBezTo>
                                    <a:cubicBezTo>
                                      <a:pt x="114608" y="244060"/>
                                      <a:pt x="86347" y="276046"/>
                                      <a:pt x="86347" y="276046"/>
                                    </a:cubicBezTo>
                                    <a:cubicBezTo>
                                      <a:pt x="83471" y="304801"/>
                                      <a:pt x="81807" y="333702"/>
                                      <a:pt x="77720" y="362310"/>
                                    </a:cubicBezTo>
                                    <a:cubicBezTo>
                                      <a:pt x="75011" y="381273"/>
                                      <a:pt x="66614" y="404256"/>
                                      <a:pt x="60467" y="422695"/>
                                    </a:cubicBezTo>
                                    <a:cubicBezTo>
                                      <a:pt x="57592" y="439948"/>
                                      <a:pt x="53772" y="457069"/>
                                      <a:pt x="51841" y="474453"/>
                                    </a:cubicBezTo>
                                    <a:cubicBezTo>
                                      <a:pt x="48017" y="508867"/>
                                      <a:pt x="49232" y="543872"/>
                                      <a:pt x="43215" y="577970"/>
                                    </a:cubicBezTo>
                                    <a:cubicBezTo>
                                      <a:pt x="40524" y="593219"/>
                                      <a:pt x="30859" y="606412"/>
                                      <a:pt x="25962" y="621102"/>
                                    </a:cubicBezTo>
                                    <a:cubicBezTo>
                                      <a:pt x="22213" y="632350"/>
                                      <a:pt x="20211" y="644106"/>
                                      <a:pt x="17335" y="655608"/>
                                    </a:cubicBezTo>
                                    <a:cubicBezTo>
                                      <a:pt x="14460" y="692989"/>
                                      <a:pt x="13359" y="730549"/>
                                      <a:pt x="8709" y="767751"/>
                                    </a:cubicBezTo>
                                    <a:cubicBezTo>
                                      <a:pt x="7581" y="776774"/>
                                      <a:pt x="-922" y="784593"/>
                                      <a:pt x="82" y="793631"/>
                                    </a:cubicBezTo>
                                    <a:cubicBezTo>
                                      <a:pt x="2090" y="811706"/>
                                      <a:pt x="17335" y="845389"/>
                                      <a:pt x="17335" y="845389"/>
                                    </a:cubicBezTo>
                                    <a:cubicBezTo>
                                      <a:pt x="20211" y="874144"/>
                                      <a:pt x="23746" y="902840"/>
                                      <a:pt x="25962" y="931653"/>
                                    </a:cubicBezTo>
                                    <a:cubicBezTo>
                                      <a:pt x="29498" y="977615"/>
                                      <a:pt x="25548" y="1024474"/>
                                      <a:pt x="34588" y="1069676"/>
                                    </a:cubicBezTo>
                                    <a:cubicBezTo>
                                      <a:pt x="37408" y="1083774"/>
                                      <a:pt x="51841" y="1092680"/>
                                      <a:pt x="60467" y="1104182"/>
                                    </a:cubicBezTo>
                                    <a:lnTo>
                                      <a:pt x="0" y="1130061"/>
                                    </a:lnTo>
                                  </a:path>
                                </a:pathLst>
                              </a:cu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4" o:spid="_x0000_s1026" style="position:absolute;margin-left:157.85pt;margin-top:256.8pt;width:12.25pt;height:88.95pt;z-index:251660288;visibility:visible;mso-wrap-style:square;mso-wrap-distance-left:9pt;mso-wrap-distance-top:0;mso-wrap-distance-right:9pt;mso-wrap-distance-bottom:0;mso-position-horizontal:absolute;mso-position-horizontal-relative:text;mso-position-vertical:absolute;mso-position-vertical-relative:page;v-text-anchor:middle" coordsize="156028,11300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" path="m112226,v14377,8627,36322,10558,43132,25880c159801,35877,140794,96905,138105,112144v-6573,37245,-5864,76078,-17253,112143c114608,244060,86347,276046,86347,276046v-2876,28755,-4540,57656,-8627,86264c75011,381273,66614,404256,60467,422695v-2875,17253,-6695,34374,-8626,51758c48017,508867,49232,543872,43215,577970v-2691,15249,-12356,28442,-17253,43132c22213,632350,20211,644106,17335,655608v-2875,37381,-3976,74941,-8626,112143c7581,776774,-922,784593,82,793631v2008,18075,17253,51758,17253,51758c20211,874144,23746,902840,25962,931653v3536,45962,-414,92821,8626,138023c37408,1083774,51841,1092680,60467,1104182l,1130061e" filled="f" strokecolor="red" strokeweight="1.5pt">
                      <v:stroke joinstyle="miter"/>
                      <v:path arrowok="t" o:connecttype="custom" o:connectlocs="111900,0;154907,25871;137704,112105;120501,224208;86096,275949;77494,362183;60291,422547;51690,474287;43090,577767;25887,620884;17285,655378;8684,767482;82,793353;17285,845093;25887,931327;34488,1069301;60291,1103795;0,1129665" o:connectangles="0,0,0,0,0,0,0,0,0,0,0,0,0,0,0,0,0,0"/>
                      <w10:wrap anchory="page"/>
                    </v:shape>
                  </w:pict>
                </mc:Fallback>
              </mc:AlternateContent>
            </w:r>
            <w:r>
              <w:rPr>
                <w:noProof/>
                <w:lang w:eastAsia="en-GB"/>
              </w:rPr>
              <mc:AlternateContent>
                <mc:Choice Requires="wps">
                  <w:drawing>
                    <wp:anchor distT="0" distB="0" distL="114300" distR="114300" simplePos="0" relativeHeight="251663360" behindDoc="0" locked="0" layoutInCell="1" allowOverlap="1" wp14:anchorId="4F20C8A2" wp14:editId="37BDC7F1">
                      <wp:simplePos x="0" y="0"/>
                      <wp:positionH relativeFrom="column">
                        <wp:posOffset>2109374</wp:posOffset>
                      </wp:positionH>
                      <wp:positionV relativeFrom="page">
                        <wp:posOffset>1440887</wp:posOffset>
                      </wp:positionV>
                      <wp:extent cx="50608" cy="2812211"/>
                      <wp:effectExtent l="38100" t="38100" r="64135" b="26670"/>
                      <wp:wrapNone/>
                      <wp:docPr id="8" name="Straight Arrow Connector 8"/>
                      <wp:cNvGraphicFramePr/>
                      <a:graphic xmlns:a="http://schemas.openxmlformats.org/drawingml/2006/main">
                        <a:graphicData uri="http://schemas.microsoft.com/office/word/2010/wordprocessingShape">
                          <wps:wsp>
                            <wps:cNvCnPr/>
                            <wps:spPr>
                              <a:xfrm flipV="1">
                                <a:off x="0" y="0"/>
                                <a:ext cx="50608" cy="2812211"/>
                              </a:xfrm>
                              <a:prstGeom prst="straightConnector1">
                                <a:avLst/>
                              </a:prstGeom>
                              <a:ln w="15875">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166.1pt;margin-top:113.45pt;width:4pt;height:221.45pt;flip:y;z-index:251663360;visibility:visible;mso-wrap-style:square;mso-wrap-distance-left:9pt;mso-wrap-distance-top:0;mso-wrap-distance-right:9pt;mso-wrap-distance-bottom:0;mso-position-horizontal:absolute;mso-position-horizontal-relative:text;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" strokecolor="red" strokeweight="1.25pt">
                      <v:stroke endarrow="open" joinstyle="miter"/>
                      <w10:wrap anchory="page"/>
                    </v:shape>
                  </w:pict>
                </mc:Fallback>
              </mc:AlternateContent>
            </w:r>
            <w:r>
              <w:rPr>
                <w:noProof/>
                <w:lang w:eastAsia="en-GB"/>
              </w:rPr>
              <mc:AlternateContent>
                <mc:Choice Requires="wps">
                  <w:drawing>
                    <wp:anchor distT="0" distB="0" distL="114300" distR="114300" simplePos="0" relativeHeight="251662336" behindDoc="0" locked="0" layoutInCell="1" allowOverlap="1" wp14:anchorId="06AC4145" wp14:editId="1950A9F1">
                      <wp:simplePos x="0" y="0"/>
                      <wp:positionH relativeFrom="column">
                        <wp:posOffset>2038155</wp:posOffset>
                      </wp:positionH>
                      <wp:positionV relativeFrom="page">
                        <wp:posOffset>3701008</wp:posOffset>
                      </wp:positionV>
                      <wp:extent cx="156034" cy="1293962"/>
                      <wp:effectExtent l="19050" t="19050" r="53975" b="40005"/>
                      <wp:wrapNone/>
                      <wp:docPr id="7" name="Freeform 7"/>
                      <wp:cNvGraphicFramePr/>
                      <a:graphic xmlns:a="http://schemas.openxmlformats.org/drawingml/2006/main">
                        <a:graphicData uri="http://schemas.microsoft.com/office/word/2010/wordprocessingShape">
                          <wps:wsp>
                            <wps:cNvSpPr/>
                            <wps:spPr>
                              <a:xfrm>
                                <a:off x="0" y="0"/>
                                <a:ext cx="156034" cy="1293962"/>
                              </a:xfrm>
                              <a:custGeom>
                                <a:avLst/>
                                <a:gdLst>
                                  <a:gd name="connsiteX0" fmla="*/ 69769 w 156034"/>
                                  <a:gd name="connsiteY0" fmla="*/ 0 h 1293962"/>
                                  <a:gd name="connsiteX1" fmla="*/ 26637 w 156034"/>
                                  <a:gd name="connsiteY1" fmla="*/ 34505 h 1293962"/>
                                  <a:gd name="connsiteX2" fmla="*/ 758 w 156034"/>
                                  <a:gd name="connsiteY2" fmla="*/ 60385 h 1293962"/>
                                  <a:gd name="connsiteX3" fmla="*/ 9385 w 156034"/>
                                  <a:gd name="connsiteY3" fmla="*/ 86264 h 1293962"/>
                                  <a:gd name="connsiteX4" fmla="*/ 35264 w 156034"/>
                                  <a:gd name="connsiteY4" fmla="*/ 103517 h 1293962"/>
                                  <a:gd name="connsiteX5" fmla="*/ 78396 w 156034"/>
                                  <a:gd name="connsiteY5" fmla="*/ 155275 h 1293962"/>
                                  <a:gd name="connsiteX6" fmla="*/ 61143 w 156034"/>
                                  <a:gd name="connsiteY6" fmla="*/ 181154 h 1293962"/>
                                  <a:gd name="connsiteX7" fmla="*/ 69769 w 156034"/>
                                  <a:gd name="connsiteY7" fmla="*/ 250166 h 1293962"/>
                                  <a:gd name="connsiteX8" fmla="*/ 43890 w 156034"/>
                                  <a:gd name="connsiteY8" fmla="*/ 267419 h 1293962"/>
                                  <a:gd name="connsiteX9" fmla="*/ 61143 w 156034"/>
                                  <a:gd name="connsiteY9" fmla="*/ 207034 h 1293962"/>
                                  <a:gd name="connsiteX10" fmla="*/ 104275 w 156034"/>
                                  <a:gd name="connsiteY10" fmla="*/ 198407 h 1293962"/>
                                  <a:gd name="connsiteX11" fmla="*/ 138781 w 156034"/>
                                  <a:gd name="connsiteY11" fmla="*/ 181154 h 1293962"/>
                                  <a:gd name="connsiteX12" fmla="*/ 104275 w 156034"/>
                                  <a:gd name="connsiteY12" fmla="*/ 224286 h 1293962"/>
                                  <a:gd name="connsiteX13" fmla="*/ 104275 w 156034"/>
                                  <a:gd name="connsiteY13" fmla="*/ 241539 h 1293962"/>
                                  <a:gd name="connsiteX14" fmla="*/ 112902 w 156034"/>
                                  <a:gd name="connsiteY14" fmla="*/ 267419 h 1293962"/>
                                  <a:gd name="connsiteX15" fmla="*/ 69769 w 156034"/>
                                  <a:gd name="connsiteY15" fmla="*/ 319177 h 1293962"/>
                                  <a:gd name="connsiteX16" fmla="*/ 121528 w 156034"/>
                                  <a:gd name="connsiteY16" fmla="*/ 353683 h 1293962"/>
                                  <a:gd name="connsiteX17" fmla="*/ 104275 w 156034"/>
                                  <a:gd name="connsiteY17" fmla="*/ 379562 h 1293962"/>
                                  <a:gd name="connsiteX18" fmla="*/ 121528 w 156034"/>
                                  <a:gd name="connsiteY18" fmla="*/ 414068 h 1293962"/>
                                  <a:gd name="connsiteX19" fmla="*/ 130154 w 156034"/>
                                  <a:gd name="connsiteY19" fmla="*/ 448573 h 1293962"/>
                                  <a:gd name="connsiteX20" fmla="*/ 156034 w 156034"/>
                                  <a:gd name="connsiteY20" fmla="*/ 457200 h 1293962"/>
                                  <a:gd name="connsiteX21" fmla="*/ 147407 w 156034"/>
                                  <a:gd name="connsiteY21" fmla="*/ 560717 h 1293962"/>
                                  <a:gd name="connsiteX22" fmla="*/ 121528 w 156034"/>
                                  <a:gd name="connsiteY22" fmla="*/ 586596 h 1293962"/>
                                  <a:gd name="connsiteX23" fmla="*/ 104275 w 156034"/>
                                  <a:gd name="connsiteY23" fmla="*/ 672860 h 1293962"/>
                                  <a:gd name="connsiteX24" fmla="*/ 112902 w 156034"/>
                                  <a:gd name="connsiteY24" fmla="*/ 759124 h 1293962"/>
                                  <a:gd name="connsiteX25" fmla="*/ 121528 w 156034"/>
                                  <a:gd name="connsiteY25" fmla="*/ 785003 h 1293962"/>
                                  <a:gd name="connsiteX26" fmla="*/ 130154 w 156034"/>
                                  <a:gd name="connsiteY26" fmla="*/ 862641 h 1293962"/>
                                  <a:gd name="connsiteX27" fmla="*/ 147407 w 156034"/>
                                  <a:gd name="connsiteY27" fmla="*/ 948905 h 1293962"/>
                                  <a:gd name="connsiteX28" fmla="*/ 156034 w 156034"/>
                                  <a:gd name="connsiteY28" fmla="*/ 974785 h 1293962"/>
                                  <a:gd name="connsiteX29" fmla="*/ 147407 w 156034"/>
                                  <a:gd name="connsiteY29" fmla="*/ 1000664 h 1293962"/>
                                  <a:gd name="connsiteX30" fmla="*/ 104275 w 156034"/>
                                  <a:gd name="connsiteY30" fmla="*/ 948905 h 1293962"/>
                                  <a:gd name="connsiteX31" fmla="*/ 121528 w 156034"/>
                                  <a:gd name="connsiteY31" fmla="*/ 983411 h 1293962"/>
                                  <a:gd name="connsiteX32" fmla="*/ 138781 w 156034"/>
                                  <a:gd name="connsiteY32" fmla="*/ 1069675 h 1293962"/>
                                  <a:gd name="connsiteX33" fmla="*/ 156034 w 156034"/>
                                  <a:gd name="connsiteY33" fmla="*/ 1104181 h 1293962"/>
                                  <a:gd name="connsiteX34" fmla="*/ 104275 w 156034"/>
                                  <a:gd name="connsiteY34" fmla="*/ 1216324 h 1293962"/>
                                  <a:gd name="connsiteX35" fmla="*/ 87022 w 156034"/>
                                  <a:gd name="connsiteY35" fmla="*/ 1276709 h 1293962"/>
                                  <a:gd name="connsiteX36" fmla="*/ 61143 w 156034"/>
                                  <a:gd name="connsiteY36" fmla="*/ 1293962 h 1293962"/>
                                  <a:gd name="connsiteX37" fmla="*/ 26637 w 156034"/>
                                  <a:gd name="connsiteY37" fmla="*/ 1268083 h 12939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Lst>
                                <a:rect l="l" t="t" r="r" b="b"/>
                                <a:pathLst>
                                  <a:path w="156034" h="1293962">
                                    <a:moveTo>
                                      <a:pt x="69769" y="0"/>
                                    </a:moveTo>
                                    <a:cubicBezTo>
                                      <a:pt x="55392" y="11502"/>
                                      <a:pt x="40493" y="22381"/>
                                      <a:pt x="26637" y="34505"/>
                                    </a:cubicBezTo>
                                    <a:cubicBezTo>
                                      <a:pt x="17456" y="42539"/>
                                      <a:pt x="4616" y="48811"/>
                                      <a:pt x="758" y="60385"/>
                                    </a:cubicBezTo>
                                    <a:cubicBezTo>
                                      <a:pt x="-2117" y="69011"/>
                                      <a:pt x="3705" y="79164"/>
                                      <a:pt x="9385" y="86264"/>
                                    </a:cubicBezTo>
                                    <a:cubicBezTo>
                                      <a:pt x="15862" y="94360"/>
                                      <a:pt x="27299" y="96880"/>
                                      <a:pt x="35264" y="103517"/>
                                    </a:cubicBezTo>
                                    <a:cubicBezTo>
                                      <a:pt x="60171" y="124273"/>
                                      <a:pt x="61432" y="129829"/>
                                      <a:pt x="78396" y="155275"/>
                                    </a:cubicBezTo>
                                    <a:cubicBezTo>
                                      <a:pt x="72645" y="163901"/>
                                      <a:pt x="61143" y="170786"/>
                                      <a:pt x="61143" y="181154"/>
                                    </a:cubicBezTo>
                                    <a:cubicBezTo>
                                      <a:pt x="61143" y="239162"/>
                                      <a:pt x="116330" y="168685"/>
                                      <a:pt x="69769" y="250166"/>
                                    </a:cubicBezTo>
                                    <a:cubicBezTo>
                                      <a:pt x="64625" y="259168"/>
                                      <a:pt x="52516" y="261668"/>
                                      <a:pt x="43890" y="267419"/>
                                    </a:cubicBezTo>
                                    <a:cubicBezTo>
                                      <a:pt x="49641" y="247291"/>
                                      <a:pt x="47358" y="222788"/>
                                      <a:pt x="61143" y="207034"/>
                                    </a:cubicBezTo>
                                    <a:cubicBezTo>
                                      <a:pt x="70798" y="196000"/>
                                      <a:pt x="90365" y="203044"/>
                                      <a:pt x="104275" y="198407"/>
                                    </a:cubicBezTo>
                                    <a:cubicBezTo>
                                      <a:pt x="116475" y="194340"/>
                                      <a:pt x="127279" y="186905"/>
                                      <a:pt x="138781" y="181154"/>
                                    </a:cubicBezTo>
                                    <a:cubicBezTo>
                                      <a:pt x="127279" y="195531"/>
                                      <a:pt x="118254" y="212304"/>
                                      <a:pt x="104275" y="224286"/>
                                    </a:cubicBezTo>
                                    <a:cubicBezTo>
                                      <a:pt x="84952" y="240849"/>
                                      <a:pt x="54588" y="224977"/>
                                      <a:pt x="104275" y="241539"/>
                                    </a:cubicBezTo>
                                    <a:cubicBezTo>
                                      <a:pt x="107151" y="250166"/>
                                      <a:pt x="112902" y="258326"/>
                                      <a:pt x="112902" y="267419"/>
                                    </a:cubicBezTo>
                                    <a:cubicBezTo>
                                      <a:pt x="112902" y="297057"/>
                                      <a:pt x="90720" y="303464"/>
                                      <a:pt x="69769" y="319177"/>
                                    </a:cubicBezTo>
                                    <a:cubicBezTo>
                                      <a:pt x="85974" y="324578"/>
                                      <a:pt x="117727" y="330875"/>
                                      <a:pt x="121528" y="353683"/>
                                    </a:cubicBezTo>
                                    <a:cubicBezTo>
                                      <a:pt x="123232" y="363910"/>
                                      <a:pt x="110026" y="370936"/>
                                      <a:pt x="104275" y="379562"/>
                                    </a:cubicBezTo>
                                    <a:cubicBezTo>
                                      <a:pt x="110026" y="391064"/>
                                      <a:pt x="117013" y="402027"/>
                                      <a:pt x="121528" y="414068"/>
                                    </a:cubicBezTo>
                                    <a:cubicBezTo>
                                      <a:pt x="125691" y="425169"/>
                                      <a:pt x="122748" y="439315"/>
                                      <a:pt x="130154" y="448573"/>
                                    </a:cubicBezTo>
                                    <a:cubicBezTo>
                                      <a:pt x="135835" y="455674"/>
                                      <a:pt x="147407" y="454324"/>
                                      <a:pt x="156034" y="457200"/>
                                    </a:cubicBezTo>
                                    <a:cubicBezTo>
                                      <a:pt x="153158" y="491706"/>
                                      <a:pt x="156329" y="527261"/>
                                      <a:pt x="147407" y="560717"/>
                                    </a:cubicBezTo>
                                    <a:cubicBezTo>
                                      <a:pt x="144264" y="572505"/>
                                      <a:pt x="127581" y="576004"/>
                                      <a:pt x="121528" y="586596"/>
                                    </a:cubicBezTo>
                                    <a:cubicBezTo>
                                      <a:pt x="115474" y="597191"/>
                                      <a:pt x="104799" y="669716"/>
                                      <a:pt x="104275" y="672860"/>
                                    </a:cubicBezTo>
                                    <a:cubicBezTo>
                                      <a:pt x="107151" y="701615"/>
                                      <a:pt x="108508" y="730562"/>
                                      <a:pt x="112902" y="759124"/>
                                    </a:cubicBezTo>
                                    <a:cubicBezTo>
                                      <a:pt x="114285" y="768111"/>
                                      <a:pt x="120033" y="776034"/>
                                      <a:pt x="121528" y="785003"/>
                                    </a:cubicBezTo>
                                    <a:cubicBezTo>
                                      <a:pt x="125809" y="810687"/>
                                      <a:pt x="126713" y="836831"/>
                                      <a:pt x="130154" y="862641"/>
                                    </a:cubicBezTo>
                                    <a:cubicBezTo>
                                      <a:pt x="134389" y="894407"/>
                                      <a:pt x="138837" y="918909"/>
                                      <a:pt x="147407" y="948905"/>
                                    </a:cubicBezTo>
                                    <a:cubicBezTo>
                                      <a:pt x="149905" y="957648"/>
                                      <a:pt x="153158" y="966158"/>
                                      <a:pt x="156034" y="974785"/>
                                    </a:cubicBezTo>
                                    <a:cubicBezTo>
                                      <a:pt x="153158" y="983411"/>
                                      <a:pt x="155540" y="996598"/>
                                      <a:pt x="147407" y="1000664"/>
                                    </a:cubicBezTo>
                                    <a:cubicBezTo>
                                      <a:pt x="118952" y="1014891"/>
                                      <a:pt x="104275" y="953222"/>
                                      <a:pt x="104275" y="948905"/>
                                    </a:cubicBezTo>
                                    <a:cubicBezTo>
                                      <a:pt x="104275" y="936045"/>
                                      <a:pt x="115777" y="971909"/>
                                      <a:pt x="121528" y="983411"/>
                                    </a:cubicBezTo>
                                    <a:cubicBezTo>
                                      <a:pt x="124511" y="1001307"/>
                                      <a:pt x="131058" y="1049081"/>
                                      <a:pt x="138781" y="1069675"/>
                                    </a:cubicBezTo>
                                    <a:cubicBezTo>
                                      <a:pt x="143296" y="1081716"/>
                                      <a:pt x="150283" y="1092679"/>
                                      <a:pt x="156034" y="1104181"/>
                                    </a:cubicBezTo>
                                    <a:cubicBezTo>
                                      <a:pt x="139129" y="1256315"/>
                                      <a:pt x="172155" y="1125816"/>
                                      <a:pt x="104275" y="1216324"/>
                                    </a:cubicBezTo>
                                    <a:cubicBezTo>
                                      <a:pt x="85652" y="1241155"/>
                                      <a:pt x="105375" y="1253769"/>
                                      <a:pt x="87022" y="1276709"/>
                                    </a:cubicBezTo>
                                    <a:cubicBezTo>
                                      <a:pt x="80545" y="1284805"/>
                                      <a:pt x="69769" y="1288211"/>
                                      <a:pt x="61143" y="1293962"/>
                                    </a:cubicBezTo>
                                    <a:cubicBezTo>
                                      <a:pt x="24065" y="1275423"/>
                                      <a:pt x="26637" y="1289569"/>
                                      <a:pt x="26637" y="1268083"/>
                                    </a:cubicBezTo>
                                  </a:path>
                                </a:pathLst>
                              </a:custGeom>
                              <a:noFill/>
                              <a:ln w="349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7" o:spid="_x0000_s1026" style="position:absolute;margin-left:160.5pt;margin-top:291.4pt;width:12.3pt;height:101.9pt;z-index:251662336;visibility:visible;mso-wrap-style:square;mso-wrap-distance-left:9pt;mso-wrap-distance-top:0;mso-wrap-distance-right:9pt;mso-wrap-distance-bottom:0;mso-position-horizontal:absolute;mso-position-horizontal-relative:text;mso-position-vertical:absolute;mso-position-vertical-relative:page;v-text-anchor:middle" coordsize="156034,1293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" path="m69769,c55392,11502,40493,22381,26637,34505,17456,42539,4616,48811,758,60385v-2875,8626,2947,18779,8627,25879c15862,94360,27299,96880,35264,103517v24907,20756,26168,26312,43132,51758c72645,163901,61143,170786,61143,181154v,58008,55187,-12469,8626,69012c64625,259168,52516,261668,43890,267419v5751,-20128,3468,-44631,17253,-60385c70798,196000,90365,203044,104275,198407v12200,-4067,23004,-11502,34506,-17253c127279,195531,118254,212304,104275,224286v-19323,16563,-49687,691,,17253c107151,250166,112902,258326,112902,267419v,29638,-22182,36045,-43133,51758c85974,324578,117727,330875,121528,353683v1704,10227,-11502,17253,-17253,25879c110026,391064,117013,402027,121528,414068v4163,11101,1220,25247,8626,34505c135835,455674,147407,454324,156034,457200v-2876,34506,295,70061,-8627,103517c144264,572505,127581,576004,121528,586596v-6054,10595,-16729,83120,-17253,86264c107151,701615,108508,730562,112902,759124v1383,8987,7131,16910,8626,25879c125809,810687,126713,836831,130154,862641v4235,31766,8683,56268,17253,86264c149905,957648,153158,966158,156034,974785v-2876,8626,-494,21813,-8627,25879c118952,1014891,104275,953222,104275,948905v,-12860,11502,23004,17253,34506c124511,1001307,131058,1049081,138781,1069675v4515,12041,11502,23004,17253,34506c139129,1256315,172155,1125816,104275,1216324v-18623,24831,1100,37445,-17253,60385c80545,1284805,69769,1288211,61143,1293962v-37078,-18539,-34506,-4393,-34506,-25879e" filled="f" strokecolor="red" strokeweight="2.75pt">
                      <v:stroke joinstyle="miter"/>
                      <v:path arrowok="t" o:connecttype="custom" o:connectlocs="69769,0;26637,34505;758,60385;9385,86264;35264,103517;78396,155275;61143,181154;69769,250166;43890,267419;61143,207034;104275,198407;138781,181154;104275,224286;104275,241539;112902,267419;69769,319177;121528,353683;104275,379562;121528,414068;130154,448573;156034,457200;147407,560717;121528,586596;104275,672860;112902,759124;121528,785003;130154,862641;147407,948905;156034,974785;147407,1000664;104275,948905;121528,983411;138781,1069675;156034,1104181;104275,1216324;87022,1276709;61143,1293962;26637,1268083" o:connectangles="0,0,0,0,0,0,0,0,0,0,0,0,0,0,0,0,0,0,0,0,0,0,0,0,0,0,0,0,0,0,0,0,0,0,0,0,0,0"/>
                      <w10:wrap anchory="page"/>
                    </v:shape>
                  </w:pict>
                </mc:Fallback>
              </mc:AlternateContent>
            </w:r>
            <w:r>
              <w:rPr>
                <w:noProof/>
                <w:lang w:eastAsia="en-GB"/>
              </w:rPr>
              <mc:AlternateContent>
                <mc:Choice Requires="wps">
                  <w:drawing>
                    <wp:anchor distT="0" distB="0" distL="114300" distR="114300" simplePos="0" relativeHeight="251661312" behindDoc="0" locked="0" layoutInCell="1" allowOverlap="1" wp14:anchorId="46944D08" wp14:editId="425BF483">
                      <wp:simplePos x="0" y="0"/>
                      <wp:positionH relativeFrom="column">
                        <wp:posOffset>3797904</wp:posOffset>
                      </wp:positionH>
                      <wp:positionV relativeFrom="page">
                        <wp:posOffset>4347989</wp:posOffset>
                      </wp:positionV>
                      <wp:extent cx="156114" cy="741871"/>
                      <wp:effectExtent l="0" t="0" r="15875" b="20320"/>
                      <wp:wrapNone/>
                      <wp:docPr id="6" name="Freeform 6"/>
                      <wp:cNvGraphicFramePr/>
                      <a:graphic xmlns:a="http://schemas.openxmlformats.org/drawingml/2006/main">
                        <a:graphicData uri="http://schemas.microsoft.com/office/word/2010/wordprocessingShape">
                          <wps:wsp>
                            <wps:cNvSpPr/>
                            <wps:spPr>
                              <a:xfrm>
                                <a:off x="0" y="0"/>
                                <a:ext cx="156114" cy="741871"/>
                              </a:xfrm>
                              <a:custGeom>
                                <a:avLst/>
                                <a:gdLst>
                                  <a:gd name="connsiteX0" fmla="*/ 9424 w 156114"/>
                                  <a:gd name="connsiteY0" fmla="*/ 0 h 741871"/>
                                  <a:gd name="connsiteX1" fmla="*/ 798 w 156114"/>
                                  <a:gd name="connsiteY1" fmla="*/ 43132 h 741871"/>
                                  <a:gd name="connsiteX2" fmla="*/ 52556 w 156114"/>
                                  <a:gd name="connsiteY2" fmla="*/ 77638 h 741871"/>
                                  <a:gd name="connsiteX3" fmla="*/ 61183 w 156114"/>
                                  <a:gd name="connsiteY3" fmla="*/ 138022 h 741871"/>
                                  <a:gd name="connsiteX4" fmla="*/ 69809 w 156114"/>
                                  <a:gd name="connsiteY4" fmla="*/ 163902 h 741871"/>
                                  <a:gd name="connsiteX5" fmla="*/ 61183 w 156114"/>
                                  <a:gd name="connsiteY5" fmla="*/ 327804 h 741871"/>
                                  <a:gd name="connsiteX6" fmla="*/ 87062 w 156114"/>
                                  <a:gd name="connsiteY6" fmla="*/ 405441 h 741871"/>
                                  <a:gd name="connsiteX7" fmla="*/ 121568 w 156114"/>
                                  <a:gd name="connsiteY7" fmla="*/ 457200 h 741871"/>
                                  <a:gd name="connsiteX8" fmla="*/ 138820 w 156114"/>
                                  <a:gd name="connsiteY8" fmla="*/ 483079 h 741871"/>
                                  <a:gd name="connsiteX9" fmla="*/ 156073 w 156114"/>
                                  <a:gd name="connsiteY9" fmla="*/ 741871 h 7418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56114" h="741871">
                                    <a:moveTo>
                                      <a:pt x="9424" y="0"/>
                                    </a:moveTo>
                                    <a:cubicBezTo>
                                      <a:pt x="6549" y="14377"/>
                                      <a:pt x="-2758" y="28908"/>
                                      <a:pt x="798" y="43132"/>
                                    </a:cubicBezTo>
                                    <a:cubicBezTo>
                                      <a:pt x="6672" y="66629"/>
                                      <a:pt x="34807" y="71721"/>
                                      <a:pt x="52556" y="77638"/>
                                    </a:cubicBezTo>
                                    <a:cubicBezTo>
                                      <a:pt x="55432" y="97766"/>
                                      <a:pt x="57195" y="118084"/>
                                      <a:pt x="61183" y="138022"/>
                                    </a:cubicBezTo>
                                    <a:cubicBezTo>
                                      <a:pt x="62966" y="146939"/>
                                      <a:pt x="69809" y="154809"/>
                                      <a:pt x="69809" y="163902"/>
                                    </a:cubicBezTo>
                                    <a:cubicBezTo>
                                      <a:pt x="69809" y="218612"/>
                                      <a:pt x="64058" y="273170"/>
                                      <a:pt x="61183" y="327804"/>
                                    </a:cubicBezTo>
                                    <a:lnTo>
                                      <a:pt x="87062" y="405441"/>
                                    </a:lnTo>
                                    <a:cubicBezTo>
                                      <a:pt x="93619" y="425113"/>
                                      <a:pt x="110066" y="439947"/>
                                      <a:pt x="121568" y="457200"/>
                                    </a:cubicBezTo>
                                    <a:lnTo>
                                      <a:pt x="138820" y="483079"/>
                                    </a:lnTo>
                                    <a:cubicBezTo>
                                      <a:pt x="157817" y="701539"/>
                                      <a:pt x="156073" y="615101"/>
                                      <a:pt x="156073" y="741871"/>
                                    </a:cubicBezTo>
                                  </a:path>
                                </a:pathLst>
                              </a:cu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6" o:spid="_x0000_s1026" style="position:absolute;margin-left:299.05pt;margin-top:342.35pt;width:12.3pt;height:58.4pt;z-index:251661312;visibility:visible;mso-wrap-style:square;mso-wrap-distance-left:9pt;mso-wrap-distance-top:0;mso-wrap-distance-right:9pt;mso-wrap-distance-bottom:0;mso-position-horizontal:absolute;mso-position-horizontal-relative:text;mso-position-vertical:absolute;mso-position-vertical-relative:page;v-text-anchor:middle" coordsize="156114,7418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" path="m9424,c6549,14377,-2758,28908,798,43132,6672,66629,34807,71721,52556,77638v2876,20128,4639,40446,8627,60384c62966,146939,69809,154809,69809,163902v,54710,-5751,109268,-8626,163902l87062,405441v6557,19672,23004,34506,34506,51759l138820,483079v18997,218460,17253,132022,17253,258792e" filled="f" strokecolor="red" strokeweight="1.5pt">
                      <v:stroke joinstyle="miter"/>
                      <v:path arrowok="t" o:connecttype="custom" o:connectlocs="9424,0;798,43132;52556,77638;61183,138022;69809,163902;61183,327804;87062,405441;121568,457200;138820,483079;156073,741871" o:connectangles="0,0,0,0,0,0,0,0,0,0"/>
                      <w10:wrap anchory="page"/>
                    </v:shape>
                  </w:pict>
                </mc:Fallback>
              </mc:AlternateContent>
            </w: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1595490</wp:posOffset>
                      </wp:positionH>
                      <wp:positionV relativeFrom="page">
                        <wp:posOffset>3672167</wp:posOffset>
                      </wp:positionV>
                      <wp:extent cx="307074" cy="1359062"/>
                      <wp:effectExtent l="19050" t="0" r="17145" b="12700"/>
                      <wp:wrapNone/>
                      <wp:docPr id="2" name="Freeform 2"/>
                      <wp:cNvGraphicFramePr/>
                      <a:graphic xmlns:a="http://schemas.openxmlformats.org/drawingml/2006/main">
                        <a:graphicData uri="http://schemas.microsoft.com/office/word/2010/wordprocessingShape">
                          <wps:wsp>
                            <wps:cNvSpPr/>
                            <wps:spPr>
                              <a:xfrm>
                                <a:off x="0" y="0"/>
                                <a:ext cx="307074" cy="1359062"/>
                              </a:xfrm>
                              <a:custGeom>
                                <a:avLst/>
                                <a:gdLst>
                                  <a:gd name="connsiteX0" fmla="*/ 204716 w 307074"/>
                                  <a:gd name="connsiteY0" fmla="*/ 0 h 1359062"/>
                                  <a:gd name="connsiteX1" fmla="*/ 102358 w 307074"/>
                                  <a:gd name="connsiteY1" fmla="*/ 6824 h 1359062"/>
                                  <a:gd name="connsiteX2" fmla="*/ 109182 w 307074"/>
                                  <a:gd name="connsiteY2" fmla="*/ 27296 h 1359062"/>
                                  <a:gd name="connsiteX3" fmla="*/ 95534 w 307074"/>
                                  <a:gd name="connsiteY3" fmla="*/ 47767 h 1359062"/>
                                  <a:gd name="connsiteX4" fmla="*/ 109182 w 307074"/>
                                  <a:gd name="connsiteY4" fmla="*/ 75063 h 1359062"/>
                                  <a:gd name="connsiteX5" fmla="*/ 109182 w 307074"/>
                                  <a:gd name="connsiteY5" fmla="*/ 116006 h 1359062"/>
                                  <a:gd name="connsiteX6" fmla="*/ 88710 w 307074"/>
                                  <a:gd name="connsiteY6" fmla="*/ 122830 h 1359062"/>
                                  <a:gd name="connsiteX7" fmla="*/ 68238 w 307074"/>
                                  <a:gd name="connsiteY7" fmla="*/ 156949 h 1359062"/>
                                  <a:gd name="connsiteX8" fmla="*/ 54591 w 307074"/>
                                  <a:gd name="connsiteY8" fmla="*/ 177421 h 1359062"/>
                                  <a:gd name="connsiteX9" fmla="*/ 75062 w 307074"/>
                                  <a:gd name="connsiteY9" fmla="*/ 225188 h 1359062"/>
                                  <a:gd name="connsiteX10" fmla="*/ 54591 w 307074"/>
                                  <a:gd name="connsiteY10" fmla="*/ 232012 h 1359062"/>
                                  <a:gd name="connsiteX11" fmla="*/ 68238 w 307074"/>
                                  <a:gd name="connsiteY11" fmla="*/ 252484 h 1359062"/>
                                  <a:gd name="connsiteX12" fmla="*/ 88710 w 307074"/>
                                  <a:gd name="connsiteY12" fmla="*/ 266131 h 1359062"/>
                                  <a:gd name="connsiteX13" fmla="*/ 81886 w 307074"/>
                                  <a:gd name="connsiteY13" fmla="*/ 313899 h 1359062"/>
                                  <a:gd name="connsiteX14" fmla="*/ 95534 w 307074"/>
                                  <a:gd name="connsiteY14" fmla="*/ 382137 h 1359062"/>
                                  <a:gd name="connsiteX15" fmla="*/ 109182 w 307074"/>
                                  <a:gd name="connsiteY15" fmla="*/ 402609 h 1359062"/>
                                  <a:gd name="connsiteX16" fmla="*/ 109182 w 307074"/>
                                  <a:gd name="connsiteY16" fmla="*/ 443552 h 1359062"/>
                                  <a:gd name="connsiteX17" fmla="*/ 88710 w 307074"/>
                                  <a:gd name="connsiteY17" fmla="*/ 600502 h 1359062"/>
                                  <a:gd name="connsiteX18" fmla="*/ 102358 w 307074"/>
                                  <a:gd name="connsiteY18" fmla="*/ 655093 h 1359062"/>
                                  <a:gd name="connsiteX19" fmla="*/ 122829 w 307074"/>
                                  <a:gd name="connsiteY19" fmla="*/ 668740 h 1359062"/>
                                  <a:gd name="connsiteX20" fmla="*/ 129653 w 307074"/>
                                  <a:gd name="connsiteY20" fmla="*/ 689212 h 1359062"/>
                                  <a:gd name="connsiteX21" fmla="*/ 109182 w 307074"/>
                                  <a:gd name="connsiteY21" fmla="*/ 818866 h 1359062"/>
                                  <a:gd name="connsiteX22" fmla="*/ 13647 w 307074"/>
                                  <a:gd name="connsiteY22" fmla="*/ 948519 h 1359062"/>
                                  <a:gd name="connsiteX23" fmla="*/ 0 w 307074"/>
                                  <a:gd name="connsiteY23" fmla="*/ 975815 h 1359062"/>
                                  <a:gd name="connsiteX24" fmla="*/ 88710 w 307074"/>
                                  <a:gd name="connsiteY24" fmla="*/ 1003111 h 1359062"/>
                                  <a:gd name="connsiteX25" fmla="*/ 95534 w 307074"/>
                                  <a:gd name="connsiteY25" fmla="*/ 1030406 h 1359062"/>
                                  <a:gd name="connsiteX26" fmla="*/ 136477 w 307074"/>
                                  <a:gd name="connsiteY26" fmla="*/ 1098645 h 1359062"/>
                                  <a:gd name="connsiteX27" fmla="*/ 129653 w 307074"/>
                                  <a:gd name="connsiteY27" fmla="*/ 1160060 h 1359062"/>
                                  <a:gd name="connsiteX28" fmla="*/ 109182 w 307074"/>
                                  <a:gd name="connsiteY28" fmla="*/ 1173708 h 1359062"/>
                                  <a:gd name="connsiteX29" fmla="*/ 150125 w 307074"/>
                                  <a:gd name="connsiteY29" fmla="*/ 1207827 h 1359062"/>
                                  <a:gd name="connsiteX30" fmla="*/ 163773 w 307074"/>
                                  <a:gd name="connsiteY30" fmla="*/ 1235122 h 1359062"/>
                                  <a:gd name="connsiteX31" fmla="*/ 184244 w 307074"/>
                                  <a:gd name="connsiteY31" fmla="*/ 1241946 h 1359062"/>
                                  <a:gd name="connsiteX32" fmla="*/ 211540 w 307074"/>
                                  <a:gd name="connsiteY32" fmla="*/ 1289714 h 1359062"/>
                                  <a:gd name="connsiteX33" fmla="*/ 232012 w 307074"/>
                                  <a:gd name="connsiteY33" fmla="*/ 1310185 h 1359062"/>
                                  <a:gd name="connsiteX34" fmla="*/ 279779 w 307074"/>
                                  <a:gd name="connsiteY34" fmla="*/ 1357952 h 1359062"/>
                                  <a:gd name="connsiteX35" fmla="*/ 307074 w 307074"/>
                                  <a:gd name="connsiteY35" fmla="*/ 1357952 h 13590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Lst>
                                <a:rect l="l" t="t" r="r" b="b"/>
                                <a:pathLst>
                                  <a:path w="307074" h="1359062">
                                    <a:moveTo>
                                      <a:pt x="204716" y="0"/>
                                    </a:moveTo>
                                    <a:cubicBezTo>
                                      <a:pt x="170597" y="2275"/>
                                      <a:pt x="135237" y="-2570"/>
                                      <a:pt x="102358" y="6824"/>
                                    </a:cubicBezTo>
                                    <a:cubicBezTo>
                                      <a:pt x="95442" y="8800"/>
                                      <a:pt x="110365" y="20201"/>
                                      <a:pt x="109182" y="27296"/>
                                    </a:cubicBezTo>
                                    <a:cubicBezTo>
                                      <a:pt x="107834" y="35386"/>
                                      <a:pt x="100083" y="40943"/>
                                      <a:pt x="95534" y="47767"/>
                                    </a:cubicBezTo>
                                    <a:cubicBezTo>
                                      <a:pt x="100083" y="56866"/>
                                      <a:pt x="104135" y="66231"/>
                                      <a:pt x="109182" y="75063"/>
                                    </a:cubicBezTo>
                                    <a:cubicBezTo>
                                      <a:pt x="120599" y="95043"/>
                                      <a:pt x="134157" y="96025"/>
                                      <a:pt x="109182" y="116006"/>
                                    </a:cubicBezTo>
                                    <a:cubicBezTo>
                                      <a:pt x="103565" y="120500"/>
                                      <a:pt x="95534" y="120555"/>
                                      <a:pt x="88710" y="122830"/>
                                    </a:cubicBezTo>
                                    <a:cubicBezTo>
                                      <a:pt x="100825" y="159175"/>
                                      <a:pt x="99035" y="131285"/>
                                      <a:pt x="68238" y="156949"/>
                                    </a:cubicBezTo>
                                    <a:cubicBezTo>
                                      <a:pt x="61938" y="162199"/>
                                      <a:pt x="59140" y="170597"/>
                                      <a:pt x="54591" y="177421"/>
                                    </a:cubicBezTo>
                                    <a:cubicBezTo>
                                      <a:pt x="93001" y="190225"/>
                                      <a:pt x="116871" y="183379"/>
                                      <a:pt x="75062" y="225188"/>
                                    </a:cubicBezTo>
                                    <a:cubicBezTo>
                                      <a:pt x="69976" y="230274"/>
                                      <a:pt x="61415" y="229737"/>
                                      <a:pt x="54591" y="232012"/>
                                    </a:cubicBezTo>
                                    <a:cubicBezTo>
                                      <a:pt x="59140" y="238836"/>
                                      <a:pt x="62439" y="246685"/>
                                      <a:pt x="68238" y="252484"/>
                                    </a:cubicBezTo>
                                    <a:cubicBezTo>
                                      <a:pt x="74037" y="258283"/>
                                      <a:pt x="86931" y="258125"/>
                                      <a:pt x="88710" y="266131"/>
                                    </a:cubicBezTo>
                                    <a:cubicBezTo>
                                      <a:pt x="92199" y="281832"/>
                                      <a:pt x="84161" y="297976"/>
                                      <a:pt x="81886" y="313899"/>
                                    </a:cubicBezTo>
                                    <a:cubicBezTo>
                                      <a:pt x="84401" y="331504"/>
                                      <a:pt x="86005" y="363080"/>
                                      <a:pt x="95534" y="382137"/>
                                    </a:cubicBezTo>
                                    <a:cubicBezTo>
                                      <a:pt x="99202" y="389473"/>
                                      <a:pt x="104633" y="395785"/>
                                      <a:pt x="109182" y="402609"/>
                                    </a:cubicBezTo>
                                    <a:cubicBezTo>
                                      <a:pt x="72787" y="457202"/>
                                      <a:pt x="109182" y="388961"/>
                                      <a:pt x="109182" y="443552"/>
                                    </a:cubicBezTo>
                                    <a:cubicBezTo>
                                      <a:pt x="109182" y="524014"/>
                                      <a:pt x="102916" y="543676"/>
                                      <a:pt x="88710" y="600502"/>
                                    </a:cubicBezTo>
                                    <a:cubicBezTo>
                                      <a:pt x="93259" y="618699"/>
                                      <a:pt x="93970" y="638316"/>
                                      <a:pt x="102358" y="655093"/>
                                    </a:cubicBezTo>
                                    <a:cubicBezTo>
                                      <a:pt x="106026" y="662428"/>
                                      <a:pt x="117706" y="662336"/>
                                      <a:pt x="122829" y="668740"/>
                                    </a:cubicBezTo>
                                    <a:cubicBezTo>
                                      <a:pt x="127322" y="674357"/>
                                      <a:pt x="127378" y="682388"/>
                                      <a:pt x="129653" y="689212"/>
                                    </a:cubicBezTo>
                                    <a:cubicBezTo>
                                      <a:pt x="84671" y="756691"/>
                                      <a:pt x="165913" y="627401"/>
                                      <a:pt x="109182" y="818866"/>
                                    </a:cubicBezTo>
                                    <a:cubicBezTo>
                                      <a:pt x="94396" y="868768"/>
                                      <a:pt x="43471" y="908754"/>
                                      <a:pt x="13647" y="948519"/>
                                    </a:cubicBezTo>
                                    <a:cubicBezTo>
                                      <a:pt x="7544" y="956657"/>
                                      <a:pt x="4549" y="966716"/>
                                      <a:pt x="0" y="975815"/>
                                    </a:cubicBezTo>
                                    <a:cubicBezTo>
                                      <a:pt x="35751" y="1029446"/>
                                      <a:pt x="-19545" y="958006"/>
                                      <a:pt x="88710" y="1003111"/>
                                    </a:cubicBezTo>
                                    <a:cubicBezTo>
                                      <a:pt x="97367" y="1006718"/>
                                      <a:pt x="91340" y="1022018"/>
                                      <a:pt x="95534" y="1030406"/>
                                    </a:cubicBezTo>
                                    <a:cubicBezTo>
                                      <a:pt x="107397" y="1054132"/>
                                      <a:pt x="136477" y="1098645"/>
                                      <a:pt x="136477" y="1098645"/>
                                    </a:cubicBezTo>
                                    <a:cubicBezTo>
                                      <a:pt x="134202" y="1119117"/>
                                      <a:pt x="136692" y="1140702"/>
                                      <a:pt x="129653" y="1160060"/>
                                    </a:cubicBezTo>
                                    <a:cubicBezTo>
                                      <a:pt x="126850" y="1167767"/>
                                      <a:pt x="109182" y="1165507"/>
                                      <a:pt x="109182" y="1173708"/>
                                    </a:cubicBezTo>
                                    <a:cubicBezTo>
                                      <a:pt x="109182" y="1182465"/>
                                      <a:pt x="143950" y="1203710"/>
                                      <a:pt x="150125" y="1207827"/>
                                    </a:cubicBezTo>
                                    <a:cubicBezTo>
                                      <a:pt x="154674" y="1216925"/>
                                      <a:pt x="156580" y="1227929"/>
                                      <a:pt x="163773" y="1235122"/>
                                    </a:cubicBezTo>
                                    <a:cubicBezTo>
                                      <a:pt x="168859" y="1240208"/>
                                      <a:pt x="179508" y="1236533"/>
                                      <a:pt x="184244" y="1241946"/>
                                    </a:cubicBezTo>
                                    <a:cubicBezTo>
                                      <a:pt x="196320" y="1255748"/>
                                      <a:pt x="201023" y="1274690"/>
                                      <a:pt x="211540" y="1289714"/>
                                    </a:cubicBezTo>
                                    <a:cubicBezTo>
                                      <a:pt x="217074" y="1297620"/>
                                      <a:pt x="225657" y="1302922"/>
                                      <a:pt x="232012" y="1310185"/>
                                    </a:cubicBezTo>
                                    <a:cubicBezTo>
                                      <a:pt x="242763" y="1322472"/>
                                      <a:pt x="259389" y="1352127"/>
                                      <a:pt x="279779" y="1357952"/>
                                    </a:cubicBezTo>
                                    <a:cubicBezTo>
                                      <a:pt x="288527" y="1360451"/>
                                      <a:pt x="297976" y="1357952"/>
                                      <a:pt x="307074" y="1357952"/>
                                    </a:cubicBezTo>
                                  </a:path>
                                </a:pathLst>
                              </a:cu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2" o:spid="_x0000_s1026" style="position:absolute;margin-left:125.65pt;margin-top:289.15pt;width:24.2pt;height:107pt;z-index:251659264;visibility:visible;mso-wrap-style:square;mso-wrap-distance-left:9pt;mso-wrap-distance-top:0;mso-wrap-distance-right:9pt;mso-wrap-distance-bottom:0;mso-position-horizontal:absolute;mso-position-horizontal-relative:text;mso-position-vertical:absolute;mso-position-vertical-relative:page;v-text-anchor:middle" coordsize="307074,1359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" path="m204716,c170597,2275,135237,-2570,102358,6824v-6916,1976,8007,13377,6824,20472c107834,35386,100083,40943,95534,47767v4549,9099,8601,18464,13648,27296c120599,95043,134157,96025,109182,116006v-5617,4494,-13648,4549,-20472,6824c100825,159175,99035,131285,68238,156949v-6300,5250,-9098,13648,-13647,20472c93001,190225,116871,183379,75062,225188v-5086,5086,-13647,4549,-20471,6824c59140,238836,62439,246685,68238,252484v5799,5799,18693,5641,20472,13647c92199,281832,84161,297976,81886,313899v2515,17605,4119,49181,13648,68238c99202,389473,104633,395785,109182,402609v-36395,54593,,-13648,,40943c109182,524014,102916,543676,88710,600502v4549,18197,5260,37814,13648,54591c106026,662428,117706,662336,122829,668740v4493,5617,4549,13648,6824,20472c84671,756691,165913,627401,109182,818866,94396,868768,43471,908754,13647,948519,7544,956657,4549,966716,,975815v35751,53631,-19545,-17809,88710,27296c97367,1006718,91340,1022018,95534,1030406v11863,23726,40943,68239,40943,68239c134202,1119117,136692,1140702,129653,1160060v-2803,7707,-20471,5447,-20471,13648c109182,1182465,143950,1203710,150125,1207827v4549,9098,6455,20102,13648,27295c168859,1240208,179508,1236533,184244,1241946v12076,13802,16779,32744,27296,47768c217074,1297620,225657,1302922,232012,1310185v10751,12287,27377,41942,47767,47767c288527,1360451,297976,1357952,307074,1357952e" filled="f" strokecolor="red" strokeweight="1pt">
                      <v:stroke joinstyle="miter"/>
                      <v:path arrowok="t" o:connecttype="custom" o:connectlocs="204716,0;102358,6824;109182,27296;95534,47767;109182,75063;109182,116006;88710,122830;68238,156949;54591,177421;75062,225188;54591,232012;68238,252484;88710,266131;81886,313899;95534,382137;109182,402609;109182,443552;88710,600502;102358,655093;122829,668740;129653,689212;109182,818866;13647,948519;0,975815;88710,1003111;95534,1030406;136477,1098645;129653,1160060;109182,1173708;150125,1207827;163773,1235122;184244,1241946;211540,1289714;232012,1310185;279779,1357952;307074,1357952" o:connectangles="0,0,0,0,0,0,0,0,0,0,0,0,0,0,0,0,0,0,0,0,0,0,0,0,0,0,0,0,0,0,0,0,0,0,0,0"/>
                      <w10:wrap anchory="page"/>
                    </v:shape>
                  </w:pict>
                </mc:Fallback>
              </mc:AlternateContent>
            </w:r>
          </w:p>
        </w:tc>
      </w:tr>
      <w:tr w:rsidR="009E0202" w:rsidTr="00BB323A">
        <w:trPr>
          <w:trHeight w:hRule="exact" w:val="6617"/>
        </w:trPr>
        <w:tc>
          <w:tcPr>
            <w:tcW w:w="10206" w:type="dxa"/>
            <w:gridSpan w:val="3"/>
            <w:tcBorders>
              <w:top w:val="single" w:sz="4" w:space="0" w:color="000000"/>
              <w:bottom w:val="single" w:sz="4" w:space="0" w:color="000000"/>
            </w:tcBorders>
            <w:shd w:val="clear" w:color="auto" w:fill="auto"/>
            <w:tcMar>
              <w:top w:w="85" w:type="dxa"/>
              <w:bottom w:w="85" w:type="dxa"/>
              <w:right w:w="85" w:type="dxa"/>
            </w:tcMar>
          </w:tcPr>
          <w:p w:rsidR="00A3045E" w:rsidRPr="002023BD" w:rsidRDefault="002023BD" w:rsidP="00A3045E">
            <w:pPr>
              <w:pStyle w:val="CUSTOMColumnText"/>
              <w:rPr>
                <w:b/>
                <w:u w:val="single"/>
              </w:rPr>
            </w:pPr>
            <w:r w:rsidRPr="002023BD">
              <w:rPr>
                <w:b/>
                <w:u w:val="single"/>
              </w:rPr>
              <w:lastRenderedPageBreak/>
              <w:t>Right Lower extremity:</w:t>
            </w:r>
          </w:p>
          <w:p w:rsidR="002023BD" w:rsidRDefault="002023BD" w:rsidP="00A3045E">
            <w:pPr>
              <w:pStyle w:val="CUSTOMColumnText"/>
            </w:pPr>
          </w:p>
          <w:p w:rsidR="002023BD" w:rsidRDefault="002023BD" w:rsidP="00A3045E">
            <w:pPr>
              <w:pStyle w:val="CUSTOMColumnText"/>
            </w:pPr>
            <w:r>
              <w:t xml:space="preserve">All deep veins are patent and competent. The Peroneal vein is not well visualised due to body habitus. </w:t>
            </w:r>
          </w:p>
          <w:p w:rsidR="002023BD" w:rsidRDefault="002023BD" w:rsidP="00A3045E">
            <w:pPr>
              <w:pStyle w:val="CUSTOMColumnText"/>
            </w:pPr>
          </w:p>
          <w:p w:rsidR="002023BD" w:rsidRDefault="002023BD" w:rsidP="00A3045E">
            <w:pPr>
              <w:pStyle w:val="CUSTOMColumnText"/>
            </w:pPr>
            <w:r>
              <w:t xml:space="preserve">The SFJ and GSV are patent and competent. </w:t>
            </w:r>
          </w:p>
          <w:p w:rsidR="002023BD" w:rsidRDefault="002023BD" w:rsidP="00A3045E">
            <w:pPr>
              <w:pStyle w:val="CUSTOMColumnText"/>
            </w:pPr>
          </w:p>
          <w:p w:rsidR="002023BD" w:rsidRDefault="002023BD" w:rsidP="00A3045E">
            <w:pPr>
              <w:pStyle w:val="CUSTOMColumnText"/>
            </w:pPr>
            <w:r>
              <w:t xml:space="preserve">There is a varicose vein demonstrating incompetence in the proximal calf tracking the anterior portion of the tibia. This vein is draining into a deep venous perforator however, competent. </w:t>
            </w:r>
          </w:p>
          <w:p w:rsidR="002023BD" w:rsidRDefault="002023BD" w:rsidP="00A3045E">
            <w:pPr>
              <w:pStyle w:val="CUSTOMColumnText"/>
            </w:pPr>
          </w:p>
          <w:p w:rsidR="002023BD" w:rsidRDefault="002023BD" w:rsidP="00A3045E">
            <w:pPr>
              <w:pStyle w:val="CUSTOMColumnText"/>
            </w:pPr>
            <w:r>
              <w:t xml:space="preserve">The GSV measures &gt;2mm in the thigh and calf. </w:t>
            </w:r>
          </w:p>
          <w:p w:rsidR="002023BD" w:rsidRDefault="002023BD" w:rsidP="00A3045E">
            <w:pPr>
              <w:pStyle w:val="CUSTOMColumnText"/>
            </w:pPr>
          </w:p>
          <w:p w:rsidR="002023BD" w:rsidRDefault="002023BD" w:rsidP="00A3045E">
            <w:pPr>
              <w:pStyle w:val="CUSTOMColumnText"/>
            </w:pPr>
            <w:r>
              <w:t xml:space="preserve">The SSV is of small diameter. </w:t>
            </w:r>
          </w:p>
          <w:p w:rsidR="002023BD" w:rsidRDefault="002023BD" w:rsidP="00A3045E">
            <w:pPr>
              <w:pStyle w:val="CUSTOMColumnText"/>
            </w:pPr>
          </w:p>
          <w:p w:rsidR="002023BD" w:rsidRDefault="002023BD" w:rsidP="00A3045E">
            <w:pPr>
              <w:pStyle w:val="CUSTOMColumnText"/>
            </w:pPr>
            <w:r>
              <w:t xml:space="preserve">No incompetent perforators observed. </w:t>
            </w:r>
          </w:p>
          <w:p w:rsidR="002023BD" w:rsidRDefault="002023BD" w:rsidP="00A3045E">
            <w:pPr>
              <w:pStyle w:val="CUSTOMColumnText"/>
            </w:pPr>
          </w:p>
          <w:p w:rsidR="002023BD" w:rsidRPr="002023BD" w:rsidRDefault="002023BD" w:rsidP="00A3045E">
            <w:pPr>
              <w:pStyle w:val="CUSTOMColumnText"/>
              <w:rPr>
                <w:b/>
                <w:u w:val="single"/>
              </w:rPr>
            </w:pPr>
            <w:r w:rsidRPr="002023BD">
              <w:rPr>
                <w:b/>
                <w:u w:val="single"/>
              </w:rPr>
              <w:t>Left Lower Extremity:</w:t>
            </w:r>
          </w:p>
          <w:p w:rsidR="002023BD" w:rsidRDefault="002023BD" w:rsidP="00A3045E">
            <w:pPr>
              <w:pStyle w:val="CUSTOMColumnText"/>
            </w:pPr>
          </w:p>
          <w:p w:rsidR="002023BD" w:rsidRDefault="002023BD" w:rsidP="00A3045E">
            <w:pPr>
              <w:pStyle w:val="CUSTOMColumnText"/>
            </w:pPr>
            <w:r>
              <w:t xml:space="preserve">All deep veins are patent and competent. The Peroneal vein was not visualised due to depth. </w:t>
            </w:r>
          </w:p>
          <w:p w:rsidR="002023BD" w:rsidRDefault="002023BD" w:rsidP="00A3045E">
            <w:pPr>
              <w:pStyle w:val="CUSTOMColumnText"/>
            </w:pPr>
          </w:p>
          <w:p w:rsidR="002023BD" w:rsidRDefault="002023BD" w:rsidP="00A3045E">
            <w:pPr>
              <w:pStyle w:val="CUSTOMColumnText"/>
            </w:pPr>
            <w:r>
              <w:t xml:space="preserve">The SFJ and GSV are patent however incompetent to the mid-calf. Varicose branches are observed supplying the GSV at the distal thigh and proximal calf tracking anteriorly and posteriorly. The anterior varix is quite tortuous and tracks to the distal calf, approximately 6-7cm above the medial malleolus. This branch empties into a competent perforator however, dilated. </w:t>
            </w:r>
          </w:p>
          <w:p w:rsidR="002023BD" w:rsidRDefault="002023BD" w:rsidP="00A3045E">
            <w:pPr>
              <w:pStyle w:val="CUSTOMColumnText"/>
            </w:pPr>
          </w:p>
          <w:p w:rsidR="002023BD" w:rsidRDefault="002023BD" w:rsidP="00A3045E">
            <w:pPr>
              <w:pStyle w:val="CUSTOMColumnText"/>
            </w:pPr>
            <w:r>
              <w:t xml:space="preserve">The GSV in the thigh to the mid-calf is </w:t>
            </w:r>
            <w:r w:rsidR="00BB323A">
              <w:t xml:space="preserve">approximately 4-5mm in diameter and lies in the fascia. </w:t>
            </w:r>
          </w:p>
          <w:p w:rsidR="002023BD" w:rsidRDefault="002023BD" w:rsidP="00A3045E">
            <w:pPr>
              <w:pStyle w:val="CUSTOMColumnText"/>
            </w:pPr>
          </w:p>
          <w:p w:rsidR="002023BD" w:rsidRDefault="002023BD" w:rsidP="00A3045E">
            <w:pPr>
              <w:pStyle w:val="CUSTOMColumnText"/>
            </w:pPr>
            <w:r>
              <w:t xml:space="preserve">The GSV in the mid-distal calf is approximately 2-3mm in diameter. </w:t>
            </w:r>
          </w:p>
          <w:p w:rsidR="002023BD" w:rsidRDefault="002023BD" w:rsidP="00A3045E">
            <w:pPr>
              <w:pStyle w:val="CUSTOMColumnText"/>
            </w:pPr>
          </w:p>
          <w:p w:rsidR="002023BD" w:rsidRDefault="002023BD" w:rsidP="00A3045E">
            <w:pPr>
              <w:pStyle w:val="CUSTOMColumnText"/>
            </w:pPr>
            <w:r>
              <w:t>The SSV is of small diameter however where imaged, no incompetence visualised.</w:t>
            </w:r>
          </w:p>
          <w:p w:rsidR="002023BD" w:rsidRDefault="002023BD" w:rsidP="00A3045E">
            <w:pPr>
              <w:pStyle w:val="CUSTOMColumnText"/>
            </w:pPr>
          </w:p>
          <w:p w:rsidR="002023BD" w:rsidRPr="00DC01AB" w:rsidRDefault="002023BD" w:rsidP="00A3045E">
            <w:pPr>
              <w:pStyle w:val="CUSTOMColumnText"/>
            </w:pPr>
            <w:r>
              <w:t xml:space="preserve">No incompetent perforators were noted. </w:t>
            </w:r>
            <w:bookmarkStart w:id="0" w:name="_GoBack"/>
            <w:bookmarkEnd w:id="0"/>
          </w:p>
        </w:tc>
      </w:tr>
      <w:tr w:rsidR="009D4370" w:rsidTr="007E5FF0">
        <w:trPr>
          <w:trHeight w:hRule="exact" w:val="1701"/>
        </w:trPr>
        <w:tc>
          <w:tcPr>
            <w:tcW w:w="10206" w:type="dxa"/>
            <w:gridSpan w:val="3"/>
            <w:tcBorders>
              <w:top w:val="single" w:sz="4" w:space="0" w:color="000000"/>
              <w:bottom w:val="single" w:sz="4" w:space="0" w:color="000000"/>
            </w:tcBorders>
            <w:shd w:val="clear" w:color="auto" w:fill="auto"/>
            <w:tcMar>
              <w:top w:w="85" w:type="dxa"/>
              <w:bottom w:w="85" w:type="dxa"/>
              <w:right w:w="85" w:type="dxa"/>
            </w:tcMar>
          </w:tcPr>
          <w:p w:rsidR="009D4370" w:rsidRDefault="009D4370" w:rsidP="009D4370">
            <w:pPr>
              <w:pStyle w:val="CUSTOMColumnText"/>
            </w:pPr>
          </w:p>
        </w:tc>
      </w:tr>
    </w:tbl>
    <w:p w:rsidR="00F97841" w:rsidRDefault="00F97841" w:rsidP="008C4F7F">
      <w:pPr>
        <w:pStyle w:val="CUSTOMNormal"/>
      </w:pPr>
    </w:p>
    <w:sectPr w:rsidR="00F97841" w:rsidSect="00021342">
      <w:headerReference w:type="default" r:id="rId7"/>
      <w:headerReference w:type="first" r:id="rId8"/>
      <w:footerReference w:type="first" r:id="rId9"/>
      <w:pgSz w:w="11906" w:h="16838" w:code="9"/>
      <w:pgMar w:top="2892" w:right="851" w:bottom="1134" w:left="851" w:header="1276" w:footer="284" w:gutter="0"/>
      <w:pgBorders w:offsetFrom="page">
        <w:top w:val="double" w:sz="4" w:space="20" w:color="000000"/>
        <w:left w:val="double" w:sz="4" w:space="20" w:color="000000"/>
        <w:bottom w:val="double" w:sz="4" w:space="20" w:color="000000"/>
        <w:right w:val="double" w:sz="4" w:space="20" w:color="000000"/>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910" w:rsidRDefault="00A04910" w:rsidP="005748E3">
      <w:pPr>
        <w:spacing w:after="0" w:line="240" w:lineRule="auto"/>
      </w:pPr>
      <w:r>
        <w:separator/>
      </w:r>
    </w:p>
  </w:endnote>
  <w:endnote w:type="continuationSeparator" w:id="0">
    <w:p w:rsidR="00A04910" w:rsidRDefault="00A04910" w:rsidP="00574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910" w:rsidRDefault="00A04910">
    <w:pPr>
      <w:pStyle w:val="Footer"/>
    </w:pPr>
    <w:r>
      <w:rPr>
        <w:noProof/>
        <w:lang w:eastAsia="en-GB"/>
      </w:rPr>
      <mc:AlternateContent>
        <mc:Choice Requires="wpg">
          <w:drawing>
            <wp:anchor distT="0" distB="0" distL="114300" distR="114300" simplePos="0" relativeHeight="251655168" behindDoc="0" locked="0" layoutInCell="1" allowOverlap="1">
              <wp:simplePos x="0" y="0"/>
              <wp:positionH relativeFrom="column">
                <wp:posOffset>1123315</wp:posOffset>
              </wp:positionH>
              <wp:positionV relativeFrom="paragraph">
                <wp:posOffset>-1043305</wp:posOffset>
              </wp:positionV>
              <wp:extent cx="4394200" cy="334645"/>
              <wp:effectExtent l="8890" t="13970" r="0" b="22860"/>
              <wp:wrapNone/>
              <wp:docPr id="1"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0" cy="334645"/>
                        <a:chOff x="1450" y="14461"/>
                        <a:chExt cx="6920" cy="527"/>
                      </a:xfrm>
                    </wpg:grpSpPr>
                    <wpg:grpSp>
                      <wpg:cNvPr id="15" name="Group 60"/>
                      <wpg:cNvGrpSpPr>
                        <a:grpSpLocks/>
                      </wpg:cNvGrpSpPr>
                      <wpg:grpSpPr bwMode="auto">
                        <a:xfrm>
                          <a:off x="3746" y="14517"/>
                          <a:ext cx="1534" cy="377"/>
                          <a:chOff x="3656" y="14517"/>
                          <a:chExt cx="1534" cy="377"/>
                        </a:xfrm>
                      </wpg:grpSpPr>
                      <wps:wsp>
                        <wps:cNvPr id="65" name="Rectangle 58"/>
                        <wps:cNvSpPr>
                          <a:spLocks noChangeArrowheads="1"/>
                        </wps:cNvSpPr>
                        <wps:spPr bwMode="auto">
                          <a:xfrm>
                            <a:off x="3656" y="14517"/>
                            <a:ext cx="369" cy="369"/>
                          </a:xfrm>
                          <a:prstGeom prst="rect">
                            <a:avLst/>
                          </a:prstGeom>
                          <a:solidFill>
                            <a:srgbClr val="ADE0F9"/>
                          </a:solidFill>
                          <a:ln w="6350">
                            <a:solidFill>
                              <a:srgbClr val="000000"/>
                            </a:solidFill>
                            <a:miter lim="800000"/>
                            <a:headEnd/>
                            <a:tailEnd/>
                          </a:ln>
                        </wps:spPr>
                        <wps:bodyPr rot="0" vert="horz" wrap="square" lIns="91440" tIns="45720" rIns="91440" bIns="45720" anchor="t" anchorCtr="0" upright="1">
                          <a:noAutofit/>
                        </wps:bodyPr>
                      </wps:wsp>
                      <wps:wsp>
                        <wps:cNvPr id="76" name="Text Box 59"/>
                        <wps:cNvSpPr txBox="1">
                          <a:spLocks noChangeArrowheads="1"/>
                        </wps:cNvSpPr>
                        <wps:spPr bwMode="auto">
                          <a:xfrm>
                            <a:off x="4139" y="14572"/>
                            <a:ext cx="1051" cy="3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04910" w:rsidRPr="00B8442D" w:rsidRDefault="00A04910" w:rsidP="00130369">
                              <w:pPr>
                                <w:pStyle w:val="CUSTOMNormal"/>
                                <w:tabs>
                                  <w:tab w:val="left" w:pos="392"/>
                                </w:tabs>
                                <w:rPr>
                                  <w:sz w:val="14"/>
                                  <w:szCs w:val="14"/>
                                </w:rPr>
                              </w:pPr>
                              <w:r>
                                <w:rPr>
                                  <w:sz w:val="14"/>
                                  <w:szCs w:val="14"/>
                                </w:rPr>
                                <w:t>Competent superficial vein</w:t>
                              </w:r>
                            </w:p>
                          </w:txbxContent>
                        </wps:txbx>
                        <wps:bodyPr rot="0" vert="horz" wrap="square" lIns="0" tIns="0" rIns="0" bIns="0" anchor="t" anchorCtr="0" upright="1">
                          <a:spAutoFit/>
                        </wps:bodyPr>
                      </wps:wsp>
                    </wpg:grpSp>
                    <wpg:grpSp>
                      <wpg:cNvPr id="79" name="Group 67"/>
                      <wpg:cNvGrpSpPr>
                        <a:grpSpLocks/>
                      </wpg:cNvGrpSpPr>
                      <wpg:grpSpPr bwMode="auto">
                        <a:xfrm>
                          <a:off x="5512" y="14517"/>
                          <a:ext cx="1403" cy="377"/>
                          <a:chOff x="5512" y="14517"/>
                          <a:chExt cx="1403" cy="377"/>
                        </a:xfrm>
                      </wpg:grpSpPr>
                      <wps:wsp>
                        <wps:cNvPr id="80" name="Rectangle 62"/>
                        <wps:cNvSpPr>
                          <a:spLocks noChangeArrowheads="1"/>
                        </wps:cNvSpPr>
                        <wps:spPr bwMode="auto">
                          <a:xfrm>
                            <a:off x="5512" y="14517"/>
                            <a:ext cx="369" cy="369"/>
                          </a:xfrm>
                          <a:prstGeom prst="rect">
                            <a:avLst/>
                          </a:prstGeom>
                          <a:solidFill>
                            <a:srgbClr val="679AD1"/>
                          </a:solidFill>
                          <a:ln w="6350">
                            <a:solidFill>
                              <a:srgbClr val="000000"/>
                            </a:solidFill>
                            <a:miter lim="800000"/>
                            <a:headEnd/>
                            <a:tailEnd/>
                          </a:ln>
                        </wps:spPr>
                        <wps:bodyPr rot="0" vert="horz" wrap="square" lIns="91440" tIns="45720" rIns="91440" bIns="45720" anchor="t" anchorCtr="0" upright="1">
                          <a:noAutofit/>
                        </wps:bodyPr>
                      </wps:wsp>
                      <wps:wsp>
                        <wps:cNvPr id="81" name="Text Box 63"/>
                        <wps:cNvSpPr txBox="1">
                          <a:spLocks noChangeArrowheads="1"/>
                        </wps:cNvSpPr>
                        <wps:spPr bwMode="auto">
                          <a:xfrm>
                            <a:off x="5995" y="14572"/>
                            <a:ext cx="920" cy="3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04910" w:rsidRPr="00B8442D" w:rsidRDefault="00A04910" w:rsidP="00130369">
                              <w:pPr>
                                <w:pStyle w:val="CUSTOMNormal"/>
                                <w:tabs>
                                  <w:tab w:val="left" w:pos="392"/>
                                </w:tabs>
                                <w:rPr>
                                  <w:sz w:val="14"/>
                                  <w:szCs w:val="14"/>
                                </w:rPr>
                              </w:pPr>
                              <w:r>
                                <w:rPr>
                                  <w:sz w:val="14"/>
                                  <w:szCs w:val="14"/>
                                </w:rPr>
                                <w:t>Competent deep vein</w:t>
                              </w:r>
                            </w:p>
                          </w:txbxContent>
                        </wps:txbx>
                        <wps:bodyPr rot="0" vert="horz" wrap="square" lIns="0" tIns="0" rIns="0" bIns="0" anchor="t" anchorCtr="0" upright="1">
                          <a:spAutoFit/>
                        </wps:bodyPr>
                      </wps:wsp>
                    </wpg:grpSp>
                    <wpg:grpSp>
                      <wpg:cNvPr id="82" name="Group 64"/>
                      <wpg:cNvGrpSpPr>
                        <a:grpSpLocks/>
                      </wpg:cNvGrpSpPr>
                      <wpg:grpSpPr bwMode="auto">
                        <a:xfrm>
                          <a:off x="7046" y="14517"/>
                          <a:ext cx="1324" cy="377"/>
                          <a:chOff x="2299" y="14517"/>
                          <a:chExt cx="1324" cy="377"/>
                        </a:xfrm>
                      </wpg:grpSpPr>
                      <wps:wsp>
                        <wps:cNvPr id="83" name="Rectangle 65"/>
                        <wps:cNvSpPr>
                          <a:spLocks noChangeArrowheads="1"/>
                        </wps:cNvSpPr>
                        <wps:spPr bwMode="auto">
                          <a:xfrm>
                            <a:off x="2299" y="14517"/>
                            <a:ext cx="369" cy="369"/>
                          </a:xfrm>
                          <a:prstGeom prst="rect">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wps:wsp>
                        <wps:cNvPr id="84" name="Text Box 66"/>
                        <wps:cNvSpPr txBox="1">
                          <a:spLocks noChangeArrowheads="1"/>
                        </wps:cNvSpPr>
                        <wps:spPr bwMode="auto">
                          <a:xfrm>
                            <a:off x="2782" y="14572"/>
                            <a:ext cx="841" cy="3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04910" w:rsidRPr="00B8442D" w:rsidRDefault="00A04910" w:rsidP="00130369">
                              <w:pPr>
                                <w:pStyle w:val="CUSTOMNormal"/>
                                <w:tabs>
                                  <w:tab w:val="left" w:pos="392"/>
                                </w:tabs>
                                <w:rPr>
                                  <w:sz w:val="14"/>
                                  <w:szCs w:val="14"/>
                                </w:rPr>
                              </w:pPr>
                              <w:r w:rsidRPr="00B8442D">
                                <w:rPr>
                                  <w:sz w:val="14"/>
                                  <w:szCs w:val="14"/>
                                </w:rPr>
                                <w:t>Deep vein scarring</w:t>
                              </w:r>
                            </w:p>
                          </w:txbxContent>
                        </wps:txbx>
                        <wps:bodyPr rot="0" vert="horz" wrap="square" lIns="0" tIns="0" rIns="0" bIns="0" anchor="t" anchorCtr="0" upright="1">
                          <a:spAutoFit/>
                        </wps:bodyPr>
                      </wps:wsp>
                    </wpg:grpSp>
                    <wpg:grpSp>
                      <wpg:cNvPr id="85" name="Group 69"/>
                      <wpg:cNvGrpSpPr>
                        <a:grpSpLocks/>
                      </wpg:cNvGrpSpPr>
                      <wpg:grpSpPr bwMode="auto">
                        <a:xfrm>
                          <a:off x="1450" y="14461"/>
                          <a:ext cx="2185" cy="527"/>
                          <a:chOff x="1180" y="14461"/>
                          <a:chExt cx="2185" cy="527"/>
                        </a:xfrm>
                      </wpg:grpSpPr>
                      <wps:wsp>
                        <wps:cNvPr id="86" name="Rectangle 52"/>
                        <wps:cNvSpPr>
                          <a:spLocks noChangeArrowheads="1"/>
                        </wps:cNvSpPr>
                        <wps:spPr bwMode="auto">
                          <a:xfrm>
                            <a:off x="1180" y="14517"/>
                            <a:ext cx="369" cy="369"/>
                          </a:xfrm>
                          <a:prstGeom prst="rect">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wps:wsp>
                        <wps:cNvPr id="87" name="Text Box 53"/>
                        <wps:cNvSpPr txBox="1">
                          <a:spLocks noChangeArrowheads="1"/>
                        </wps:cNvSpPr>
                        <wps:spPr bwMode="auto">
                          <a:xfrm>
                            <a:off x="1833" y="14572"/>
                            <a:ext cx="1532" cy="3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04910" w:rsidRPr="00B8442D" w:rsidRDefault="00A04910" w:rsidP="00130369">
                              <w:pPr>
                                <w:pStyle w:val="CUSTOMNormal"/>
                                <w:tabs>
                                  <w:tab w:val="left" w:pos="392"/>
                                </w:tabs>
                                <w:rPr>
                                  <w:sz w:val="14"/>
                                  <w:szCs w:val="14"/>
                                </w:rPr>
                              </w:pPr>
                              <w:r>
                                <w:rPr>
                                  <w:sz w:val="14"/>
                                  <w:szCs w:val="14"/>
                                </w:rPr>
                                <w:t>Arrow down and red colour denotes reflux</w:t>
                              </w:r>
                            </w:p>
                          </w:txbxContent>
                        </wps:txbx>
                        <wps:bodyPr rot="0" vert="horz" wrap="square" lIns="0" tIns="0" rIns="0" bIns="0" anchor="t" anchorCtr="0" upright="1">
                          <a:spAutoFit/>
                        </wps:bodyPr>
                      </wps:wsp>
                      <wps:wsp>
                        <wps:cNvPr id="88" name="AutoShape 68"/>
                        <wps:cNvCnPr>
                          <a:cxnSpLocks noChangeShapeType="1"/>
                        </wps:cNvCnPr>
                        <wps:spPr bwMode="auto">
                          <a:xfrm>
                            <a:off x="1679" y="14461"/>
                            <a:ext cx="0" cy="527"/>
                          </a:xfrm>
                          <a:prstGeom prst="straightConnector1">
                            <a:avLst/>
                          </a:prstGeom>
                          <a:noFill/>
                          <a:ln w="12700">
                            <a:solidFill>
                              <a:srgbClr val="FF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0C0C0"/>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id="Group 70" o:spid="_x0000_s1034" style="position:absolute;margin-left:88.45pt;margin-top:-82.15pt;width:346pt;height:26.35pt;z-index:251655168" coordorigin="1450,14461" coordsize="6920,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">
              <v:group id="Group 60" o:spid="_x0000_s1035" style="position:absolute;left:3746;top:14517;width:1534;height:377" coordorigin="3656,14517" coordsize="1534,3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58" o:spid="_x0000_s1036" style="position:absolute;left:3656;top:14517;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n6VcEA&#10;AADaAAAADwAAAGRycy9kb3ducmV2LnhtbESPQYvCMBSE78L+h/AWvIimKqh0jbKIgp60Knh9NM+2&#10;2LyUJtb6740geBxm5htmvmxNKRqqXWFZwXAQgSBOrS44U3A+bfozEM4jaywtk4InOVgufjpzjLV9&#10;cELN0WciQNjFqCD3voqldGlOBt3AVsTBu9raoA+yzqSu8RHgppSjKJpIgwWHhRwrWuWU3o53o2A/&#10;bqa33m671k8cXk7TRI4O171S3d/2/w+Ep9Z/w5/2VisYw/tKuAFy8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p+lXBAAAA2gAAAA8AAAAAAAAAAAAAAAAAmAIAAGRycy9kb3du&#10;cmV2LnhtbFBLBQYAAAAABAAEAPUAAACGAwAAAAA=&#10;" fillcolor="#ade0f9" strokeweight=".5pt"/>
                <v:shapetype id="_x0000_t202" coordsize="21600,21600" o:spt="202" path="m,l,21600r21600,l21600,xe">
                  <v:stroke joinstyle="miter"/>
                  <v:path gradientshapeok="t" o:connecttype="rect"/>
                </v:shapetype>
                <v:shape id="Text Box 59" o:spid="_x0000_s1037" type="#_x0000_t202" style="position:absolute;left:4139;top:14572;width:1051;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rrIsAA&#10;AADaAAAADwAAAGRycy9kb3ducmV2LnhtbERPXWvCMBR9F/Yfwh3sTdPJGNKZljGmiD6tjrHHS3Pb&#10;VJub0sRa/fXLQPDxcL6X+WhbMVDvG8cKnmcJCOLS6YZrBd/71XQBwgdkja1jUnAhD3n2MFliqt2Z&#10;v2goQi1iCPsUFZgQulRKXxqy6GeuI45c5XqLIcK+lrrHcwy3rZwnyau02HBsMNjRh6HyWJxsnPGz&#10;S+z6Wplfu8XKF2Y/rD8PSj09ju9vIAKN4S6+uTdawQv8X4l+kN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MrrIsAAAADaAAAADwAAAAAAAAAAAAAAAACYAgAAZHJzL2Rvd25y&#10;ZXYueG1sUEsFBgAAAAAEAAQA9QAAAIUDAAAAAA==&#10;" filled="f" stroked="f" strokeweight=".5pt">
                  <v:textbox style="mso-fit-shape-to-text:t" inset="0,0,0,0">
                    <w:txbxContent>
                      <w:p w:rsidR="00A04910" w:rsidRPr="00B8442D" w:rsidRDefault="00A04910" w:rsidP="00130369">
                        <w:pPr>
                          <w:pStyle w:val="CUSTOMNormal"/>
                          <w:tabs>
                            <w:tab w:val="left" w:pos="392"/>
                          </w:tabs>
                          <w:rPr>
                            <w:sz w:val="14"/>
                            <w:szCs w:val="14"/>
                          </w:rPr>
                        </w:pPr>
                        <w:r>
                          <w:rPr>
                            <w:sz w:val="14"/>
                            <w:szCs w:val="14"/>
                          </w:rPr>
                          <w:t>Competent superficial vein</w:t>
                        </w:r>
                      </w:p>
                    </w:txbxContent>
                  </v:textbox>
                </v:shape>
              </v:group>
              <v:group id="Group 67" o:spid="_x0000_s1038" style="position:absolute;left:5512;top:14517;width:1403;height:377" coordorigin="5512,14517" coordsize="1403,3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62" o:spid="_x0000_s1039" style="position:absolute;left:5512;top:14517;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GihcQA&#10;AADaAAAADwAAAGRycy9kb3ducmV2LnhtbESPQUsDMRSE74L/ITzBm03aQ1vWpktRiiKItPWgt8fm&#10;NVl287IksV399UYQehxm5htmVY++FyeKqQ2sYTpRIIibYFq2Gt4P27sliJSRDfaBScM3JajX11cr&#10;rEw4845O+2xFgXCqUIPLeaikTI0jj2kSBuLiHUP0mIuMVpqI5wL3vZwpNZceWy4LDgd6cNR0+y+v&#10;4dEd7Bs/zZvP8eN1al9UVD/dQuvbm3FzDyLTmC/h//az0bCAvyvlBs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hooXEAAAA2gAAAA8AAAAAAAAAAAAAAAAAmAIAAGRycy9k&#10;b3ducmV2LnhtbFBLBQYAAAAABAAEAPUAAACJAwAAAAA=&#10;" fillcolor="#679ad1" strokeweight=".5pt"/>
                <v:shape id="Text Box 63" o:spid="_x0000_s1040" type="#_x0000_t202" style="position:absolute;left:5995;top:14572;width:920;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fhJ78A&#10;AADaAAAADwAAAGRycy9kb3ducmV2LnhtbERPTWvCQBC9F/wPywi91Y09lBJdpYiK6KlRpMchO8mm&#10;zc6G7DbG/vrOodDj430v16Nv1UB9bAIbmM8yUMRlsA3XBi7n3dMrqJiQLbaBycCdIqxXk4cl5jbc&#10;+J2GItVKQjjmaMCl1OVax9KRxzgLHbFwVeg9JoF9rW2PNwn3rX7OshftsWFpcNjRxlH5VXx7mXE9&#10;ZX7/U7kPf8QqFu487LefxjxOx7cFqERj+hf/uQ/WgGyVK+IHvf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h+EnvwAAANoAAAAPAAAAAAAAAAAAAAAAAJgCAABkcnMvZG93bnJl&#10;di54bWxQSwUGAAAAAAQABAD1AAAAhAMAAAAA&#10;" filled="f" stroked="f" strokeweight=".5pt">
                  <v:textbox style="mso-fit-shape-to-text:t" inset="0,0,0,0">
                    <w:txbxContent>
                      <w:p w:rsidR="00A04910" w:rsidRPr="00B8442D" w:rsidRDefault="00A04910" w:rsidP="00130369">
                        <w:pPr>
                          <w:pStyle w:val="CUSTOMNormal"/>
                          <w:tabs>
                            <w:tab w:val="left" w:pos="392"/>
                          </w:tabs>
                          <w:rPr>
                            <w:sz w:val="14"/>
                            <w:szCs w:val="14"/>
                          </w:rPr>
                        </w:pPr>
                        <w:r>
                          <w:rPr>
                            <w:sz w:val="14"/>
                            <w:szCs w:val="14"/>
                          </w:rPr>
                          <w:t>Competent deep vein</w:t>
                        </w:r>
                      </w:p>
                    </w:txbxContent>
                  </v:textbox>
                </v:shape>
              </v:group>
              <v:group id="Group 64" o:spid="_x0000_s1041" style="position:absolute;left:7046;top:14517;width:1324;height:377" coordorigin="2299,14517" coordsize="1324,3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rect id="Rectangle 65" o:spid="_x0000_s1042" style="position:absolute;left:2299;top:14517;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h0q8MA&#10;AADbAAAADwAAAGRycy9kb3ducmV2LnhtbESPQYvCQAyF7wv+hyGCt3WqB3Gro4ggiIq763rxFjqx&#10;rXYypTNq/febg+At4b2892U6b12l7tSE0rOBQT8BRZx5W3Ju4Pi3+hyDChHZYuWZDDwpwHzW+Zhi&#10;av2Df+l+iLmSEA4pGihirFOtQ1aQw9D3NbFoZ984jLI2ubYNPiTcVXqYJCPtsGRpKLCmZUHZ9XBz&#10;BoJ/JqvT9/7H3S6h9nprs83uy5het11MQEVq49v8ul5bwRd6+UUG0L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h0q8MAAADbAAAADwAAAAAAAAAAAAAAAACYAgAAZHJzL2Rv&#10;d25yZXYueG1sUEsFBgAAAAAEAAQA9QAAAIgDAAAAAA==&#10;" fillcolor="yellow" strokeweight=".5pt"/>
                <v:shape id="Text Box 66" o:spid="_x0000_s1043" type="#_x0000_t202" style="position:absolute;left:2782;top:14572;width:841;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UjYcQA&#10;AADbAAAADwAAAGRycy9kb3ducmV2LnhtbESPQWvDMAyF74X9B6NBb62THcbI4oYytjLWU9MydhSx&#10;EmeN5RB7adpfXw8KvUm89z095cVkOzHS4FvHCtJlAoK4crrlRsFh/7F4AeEDssbOMSk4k4di9TDL&#10;MdPuxDsay9CIGMI+QwUmhD6T0leGLPql64mjVrvBYojr0Eg94CmG204+JcmztNhyvGCwpzdD1bH8&#10;s7HG9zaxm0ttfuwX1r40+3Hz/qvU/HFav4IINIW7+UZ/6sil8P9LHEC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VI2HEAAAA2wAAAA8AAAAAAAAAAAAAAAAAmAIAAGRycy9k&#10;b3ducmV2LnhtbFBLBQYAAAAABAAEAPUAAACJAwAAAAA=&#10;" filled="f" stroked="f" strokeweight=".5pt">
                  <v:textbox style="mso-fit-shape-to-text:t" inset="0,0,0,0">
                    <w:txbxContent>
                      <w:p w:rsidR="00A04910" w:rsidRPr="00B8442D" w:rsidRDefault="00A04910" w:rsidP="00130369">
                        <w:pPr>
                          <w:pStyle w:val="CUSTOMNormal"/>
                          <w:tabs>
                            <w:tab w:val="left" w:pos="392"/>
                          </w:tabs>
                          <w:rPr>
                            <w:sz w:val="14"/>
                            <w:szCs w:val="14"/>
                          </w:rPr>
                        </w:pPr>
                        <w:r w:rsidRPr="00B8442D">
                          <w:rPr>
                            <w:sz w:val="14"/>
                            <w:szCs w:val="14"/>
                          </w:rPr>
                          <w:t>Deep vein scarring</w:t>
                        </w:r>
                      </w:p>
                    </w:txbxContent>
                  </v:textbox>
                </v:shape>
              </v:group>
              <v:group id="Group 69" o:spid="_x0000_s1044" style="position:absolute;left:1450;top:14461;width:2185;height:527" coordorigin="1180,14461" coordsize="2185,5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rect id="Rectangle 52" o:spid="_x0000_s1045" style="position:absolute;left:1180;top:14517;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UGBsIA&#10;AADbAAAADwAAAGRycy9kb3ducmV2LnhtbERPTYvCMBC9L/gfwgheRFMVdrUaRRYFD3vRKl6HZmyq&#10;zaTbRO3++82CsLd5vM9ZrFpbiQc1vnSsYDRMQBDnTpdcKDhm28EUhA/IGivHpOCHPKyWnbcFpto9&#10;eU+PQyhEDGGfogITQp1K6XNDFv3Q1cSRu7jGYoiwKaRu8BnDbSXHSfIuLZYcGwzW9Gkovx3uVsE6&#10;O4+93bTf5rQ99WfZVz/7uN6V6nXb9RxEoDb8i1/unY7zJ/D3SzxAL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dQYGwgAAANsAAAAPAAAAAAAAAAAAAAAAAJgCAABkcnMvZG93&#10;bnJldi54bWxQSwUGAAAAAAQABAD1AAAAhwMAAAAA&#10;" fillcolor="red" strokeweight=".5pt"/>
                <v:shape id="Text Box 53" o:spid="_x0000_s1046" type="#_x0000_t202" style="position:absolute;left:1833;top:14572;width:1532;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KA+cQA&#10;AADbAAAADwAAAGRycy9kb3ducmV2LnhtbESPQWvCQBCF70L/wzKF3nRTKUVSN6GUKqKnxlJ6HLKT&#10;bDQ7G7JrjP76bkHwNsN735s3y3y0rRio941jBc+zBARx6XTDtYLv/Wq6AOEDssbWMSm4kIc8e5gs&#10;MdXuzF80FKEWMYR9igpMCF0qpS8NWfQz1xFHrXK9xRDXvpa6x3MMt62cJ8mrtNhwvGCwow9D5bE4&#10;2VjjZ5fY9bUyv3aLlS/Mflh/HpR6ehzf30AEGsPdfKM3OnIv8P9LHEB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igPnEAAAA2wAAAA8AAAAAAAAAAAAAAAAAmAIAAGRycy9k&#10;b3ducmV2LnhtbFBLBQYAAAAABAAEAPUAAACJAwAAAAA=&#10;" filled="f" stroked="f" strokeweight=".5pt">
                  <v:textbox style="mso-fit-shape-to-text:t" inset="0,0,0,0">
                    <w:txbxContent>
                      <w:p w:rsidR="00A04910" w:rsidRPr="00B8442D" w:rsidRDefault="00A04910" w:rsidP="00130369">
                        <w:pPr>
                          <w:pStyle w:val="CUSTOMNormal"/>
                          <w:tabs>
                            <w:tab w:val="left" w:pos="392"/>
                          </w:tabs>
                          <w:rPr>
                            <w:sz w:val="14"/>
                            <w:szCs w:val="14"/>
                          </w:rPr>
                        </w:pPr>
                        <w:r>
                          <w:rPr>
                            <w:sz w:val="14"/>
                            <w:szCs w:val="14"/>
                          </w:rPr>
                          <w:t>Arrow down and red colour denotes reflux</w:t>
                        </w:r>
                      </w:p>
                    </w:txbxContent>
                  </v:textbox>
                </v:shape>
                <v:shapetype id="_x0000_t32" coordsize="21600,21600" o:spt="32" o:oned="t" path="m,l21600,21600e" filled="f">
                  <v:path arrowok="t" fillok="f" o:connecttype="none"/>
                  <o:lock v:ext="edit" shapetype="t"/>
                </v:shapetype>
                <v:shape id="AutoShape 68" o:spid="_x0000_s1047" type="#_x0000_t32" style="position:absolute;left:1679;top:14461;width:0;height:5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vYssAAAADbAAAADwAAAGRycy9kb3ducmV2LnhtbERPzYrCMBC+C75DGGFvmup211KNIssK&#10;i6e16wMMzdgWm0lpYqxvbxYEb/Px/c56O5hWBOpdY1nBfJaAIC6tbrhScPrbTzMQziNrbC2Tgjs5&#10;2G7GozXm2t74SKHwlYgh7HJUUHvf5VK6siaDbmY74sidbW/QR9hXUvd4i+GmlYsk+ZQGG44NNXb0&#10;VVN5Ka5GwQKPRToPafqdLe+X95AcfrNwUOptMuxWIDwN/iV+un90nP8B/7/EA+Tm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YL2LLAAAAA2wAAAA8AAAAAAAAAAAAAAAAA&#10;oQIAAGRycy9kb3ducmV2LnhtbFBLBQYAAAAABAAEAPkAAACOAwAAAAA=&#10;" strokecolor="red" strokeweight="1pt">
                  <v:stroke endarrow="block"/>
                  <v:shadow color="silver"/>
                </v:shape>
              </v:group>
            </v:group>
          </w:pict>
        </mc:Fallback>
      </mc:AlternateContent>
    </w:r>
    <w:r>
      <w:rPr>
        <w:noProof/>
        <w:lang w:eastAsia="en-GB"/>
      </w:rPr>
      <w:drawing>
        <wp:anchor distT="0" distB="0" distL="114300" distR="114300" simplePos="0" relativeHeight="251656192" behindDoc="1" locked="1" layoutInCell="1" allowOverlap="1">
          <wp:simplePos x="0" y="0"/>
          <wp:positionH relativeFrom="page">
            <wp:posOffset>2881630</wp:posOffset>
          </wp:positionH>
          <wp:positionV relativeFrom="page">
            <wp:posOffset>9822180</wp:posOffset>
          </wp:positionV>
          <wp:extent cx="1764030" cy="502285"/>
          <wp:effectExtent l="0" t="0" r="762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4030" cy="50228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910" w:rsidRDefault="00A04910" w:rsidP="005748E3">
      <w:pPr>
        <w:spacing w:after="0" w:line="240" w:lineRule="auto"/>
      </w:pPr>
      <w:r>
        <w:separator/>
      </w:r>
    </w:p>
  </w:footnote>
  <w:footnote w:type="continuationSeparator" w:id="0">
    <w:p w:rsidR="00A04910" w:rsidRDefault="00A04910" w:rsidP="005748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910" w:rsidRDefault="00A04910" w:rsidP="00F97841">
    <w:pPr>
      <w:pStyle w:val="CUSTOMHeaderSpacer"/>
    </w:pPr>
    <w:r>
      <w:rPr>
        <w:noProof/>
        <w:lang w:eastAsia="en-GB"/>
      </w:rPr>
      <mc:AlternateContent>
        <mc:Choice Requires="wpg">
          <w:drawing>
            <wp:anchor distT="0" distB="0" distL="114300" distR="114300" simplePos="0" relativeHeight="251661312" behindDoc="1" locked="1" layoutInCell="0" allowOverlap="1">
              <wp:simplePos x="0" y="0"/>
              <wp:positionH relativeFrom="page">
                <wp:posOffset>540385</wp:posOffset>
              </wp:positionH>
              <wp:positionV relativeFrom="page">
                <wp:posOffset>583565</wp:posOffset>
              </wp:positionV>
              <wp:extent cx="6484620" cy="1017270"/>
              <wp:effectExtent l="0" t="2540" r="4445" b="0"/>
              <wp:wrapNone/>
              <wp:docPr id="24"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620" cy="1017270"/>
                        <a:chOff x="850" y="918"/>
                        <a:chExt cx="10212" cy="1602"/>
                      </a:xfrm>
                    </wpg:grpSpPr>
                    <pic:pic xmlns:pic="http://schemas.openxmlformats.org/drawingml/2006/picture">
                      <pic:nvPicPr>
                        <pic:cNvPr id="25" name="Picture 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50" y="918"/>
                          <a:ext cx="3317" cy="1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Picture 8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227" y="1701"/>
                          <a:ext cx="2835" cy="8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85" o:spid="_x0000_s1026" style="position:absolute;margin-left:42.55pt;margin-top:45.95pt;width:510.6pt;height:80.1pt;z-index:-251655168;mso-position-horizontal-relative:page;mso-position-vertical-relative:page" coordorigin="850,918" coordsize="10212,16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6" o:spid="_x0000_s1027" type="#_x0000_t75" style="position:absolute;left:850;top:918;width:3317;height:1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6+lr3CAAAA2wAAAA8AAABkcnMvZG93bnJldi54bWxEj19rwjAUxd8Fv0O4A19kphYmpRplygY+&#10;DaZlz9fk2pY2N6WJtX77ZTDw8XD+/Dib3WhbMVDva8cKlosEBLF2puZSQXH+fM1A+IBssHVMCh7k&#10;YbedTjaYG3fnbxpOoRRxhH2OCqoQulxKryuy6BeuI47e1fUWQ5R9KU2P9zhuW5kmyUparDkSKuzo&#10;UJFuTjcbIVe+Ze08vWRN8bH/+sn0cWi0UrOX8X0NItAYnuH/9tEoSN/g70v8AXL7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Ovpa9wgAAANsAAAAPAAAAAAAAAAAAAAAAAJ8C&#10;AABkcnMvZG93bnJldi54bWxQSwUGAAAAAAQABAD3AAAAjgMAAAAA&#10;">
                <v:imagedata r:id="rId3" o:title=""/>
              </v:shape>
              <v:shape id="Picture 87" o:spid="_x0000_s1028" type="#_x0000_t75" style="position:absolute;left:8227;top:1701;width:2835;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fCZ4nEAAAA2wAAAA8AAABkcnMvZG93bnJldi54bWxEj09rwkAUxO+FfoflFXqrm0oIkrqKLVqk&#10;h2BivT+yL38w+zbNriZ++26h4HGYmd8wy/VkOnGlwbWWFbzOIhDEpdUt1wq+j7uXBQjnkTV2lknB&#10;jRysV48PS0y1HTmna+FrESDsUlTQeN+nUrqyIYNuZnvi4FV2MOiDHGqpBxwD3HRyHkWJNNhyWGiw&#10;p4+GynNxMQqqn131dcg9vn/G5yI+bbMDLTKlnp+mzRsIT5O/h//be61gnsDfl/AD5Oo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fCZ4nEAAAA2wAAAA8AAAAAAAAAAAAAAAAA&#10;nwIAAGRycy9kb3ducmV2LnhtbFBLBQYAAAAABAAEAPcAAACQAwAAAAA=&#10;">
                <v:imagedata r:id="rId4" o:title=""/>
              </v:shape>
              <w10:wrap anchorx="page" anchory="page"/>
              <w10:anchorlock/>
            </v:group>
          </w:pict>
        </mc:Fallback>
      </mc:AlternateContent>
    </w:r>
    <w:r>
      <w:rPr>
        <w:noProof/>
        <w:lang w:eastAsia="en-GB"/>
      </w:rPr>
      <w:drawing>
        <wp:anchor distT="0" distB="0" distL="114300" distR="114300" simplePos="0" relativeHeight="251659264" behindDoc="1" locked="1" layoutInCell="1" allowOverlap="1">
          <wp:simplePos x="0" y="0"/>
          <wp:positionH relativeFrom="page">
            <wp:posOffset>2880360</wp:posOffset>
          </wp:positionH>
          <wp:positionV relativeFrom="page">
            <wp:posOffset>9822180</wp:posOffset>
          </wp:positionV>
          <wp:extent cx="1764030" cy="502285"/>
          <wp:effectExtent l="0" t="0" r="7620" b="0"/>
          <wp:wrapNone/>
          <wp:docPr id="2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64030" cy="5022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45720" distB="45720" distL="114300" distR="114300" simplePos="0" relativeHeight="251658240" behindDoc="1" locked="1" layoutInCell="1" allowOverlap="1">
              <wp:simplePos x="0" y="0"/>
              <wp:positionH relativeFrom="page">
                <wp:posOffset>540385</wp:posOffset>
              </wp:positionH>
              <wp:positionV relativeFrom="page">
                <wp:posOffset>10031095</wp:posOffset>
              </wp:positionV>
              <wp:extent cx="6480175" cy="288290"/>
              <wp:effectExtent l="0" t="1270" r="0" b="0"/>
              <wp:wrapNone/>
              <wp:docPr id="2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4910" w:rsidRDefault="00A04910" w:rsidP="009F19EF">
                          <w:pPr>
                            <w:pStyle w:val="CUSTOMFooterAddress"/>
                          </w:pPr>
                          <w:r>
                            <w:t>Vascular Lab | Main Outpatients Building | Level 1 | Lewisham Hospital | SE13 6LH | Ext: 3425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30" type="#_x0000_t202" style="position:absolute;margin-left:42.55pt;margin-top:789.85pt;width:510.25pt;height:22.7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" filled="f" stroked="f">
              <v:textbox inset="0,0,0,0">
                <w:txbxContent>
                  <w:p w:rsidR="00A04910" w:rsidRDefault="00A04910" w:rsidP="009F19EF">
                    <w:pPr>
                      <w:pStyle w:val="CUSTOMFooterAddress"/>
                    </w:pPr>
                    <w:r>
                      <w:t>Vascular Lab | Main Outpatients Building | Level 1 | Lewisham Hospital | SE13 6LH | Ext: 3425</w:t>
                    </w:r>
                  </w:p>
                </w:txbxContent>
              </v:textbox>
              <w10:wrap anchorx="page" anchory="page"/>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910" w:rsidRDefault="00A04910">
    <w:pPr>
      <w:pStyle w:val="Header"/>
    </w:pPr>
    <w:r>
      <w:rPr>
        <w:noProof/>
        <w:lang w:eastAsia="en-GB"/>
      </w:rPr>
      <mc:AlternateContent>
        <mc:Choice Requires="wpg">
          <w:drawing>
            <wp:anchor distT="0" distB="0" distL="114300" distR="114300" simplePos="0" relativeHeight="251660288" behindDoc="1" locked="1" layoutInCell="0" allowOverlap="1" wp14:anchorId="4EF8E261" wp14:editId="3D11926F">
              <wp:simplePos x="0" y="0"/>
              <wp:positionH relativeFrom="page">
                <wp:posOffset>540385</wp:posOffset>
              </wp:positionH>
              <wp:positionV relativeFrom="page">
                <wp:posOffset>583565</wp:posOffset>
              </wp:positionV>
              <wp:extent cx="6484620" cy="1017270"/>
              <wp:effectExtent l="0" t="2540" r="4445" b="0"/>
              <wp:wrapNone/>
              <wp:docPr id="19"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620" cy="1017270"/>
                        <a:chOff x="850" y="918"/>
                        <a:chExt cx="10212" cy="1602"/>
                      </a:xfrm>
                    </wpg:grpSpPr>
                    <pic:pic xmlns:pic="http://schemas.openxmlformats.org/drawingml/2006/picture">
                      <pic:nvPicPr>
                        <pic:cNvPr id="20" name="Picture 8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50" y="918"/>
                          <a:ext cx="3317" cy="1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 name="Picture 8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227" y="1701"/>
                          <a:ext cx="2835" cy="8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82" o:spid="_x0000_s1026" style="position:absolute;margin-left:42.55pt;margin-top:45.95pt;width:510.6pt;height:80.1pt;z-index:-251656192;mso-position-horizontal-relative:page;mso-position-vertical-relative:page" coordorigin="850,918" coordsize="10212,16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3" o:spid="_x0000_s1027" type="#_x0000_t75" style="position:absolute;left:850;top:918;width:3317;height:1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7JNSXAAAAA2wAAAA8AAABkcnMvZG93bnJldi54bWxETz1rwzAQ3Qv9D+IKXUojx0MxbpTQlhQy&#10;BZqYzFfpYhtbJ2Mpjvvve0Mg4+N9rzaz79VEY2wDG1guMlDENriWawPV8fu1ABUTssM+MBn4owib&#10;9ePDCksXrvxD0yHVSkI4lmigSWkotY62IY9xEQZi4c5h9JgEjrV2I14l3Pc6z7I37bFlaWhwoK+G&#10;bHe4eCk586XoX/Lfoqu2n/tTYXdTZ415fpo/3kElmtNdfHPvnIFc1ssX+QF6/Q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Hsk1JcAAAADbAAAADwAAAAAAAAAAAAAAAACfAgAA&#10;ZHJzL2Rvd25yZXYueG1sUEsFBgAAAAAEAAQA9wAAAIwDAAAAAA==&#10;">
                <v:imagedata r:id="rId3" o:title=""/>
              </v:shape>
              <v:shape id="Picture 84" o:spid="_x0000_s1028" type="#_x0000_t75" style="position:absolute;left:8227;top:1701;width:2835;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gr//3DAAAA2wAAAA8AAABkcnMvZG93bnJldi54bWxEj0+LwjAUxO8L+x3CE7ytqSKLVKPooot4&#10;EFv1/mhe/2DzUpus1m+/EQSPw8z8hpktOlOLG7WusqxgOIhAEGdWV1woOB03XxMQziNrrC2Tggc5&#10;WMw/P2YYa3vnhG6pL0SAsItRQel9E0vpspIMuoFtiIOX29agD7ItpG7xHuCmlqMo+pYGKw4LJTb0&#10;U1J2Sf+Mgvy6yXeHxOPqd3xJx+f1/kCTvVL9XrecgvDU+Xf41d5qBaMhPL+EHyD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Cv//cMAAADbAAAADwAAAAAAAAAAAAAAAACf&#10;AgAAZHJzL2Rvd25yZXYueG1sUEsFBgAAAAAEAAQA9wAAAI8DAAAAAA==&#10;">
                <v:imagedata r:id="rId4" o:title=""/>
              </v:shape>
              <w10:wrap anchorx="page" anchory="page"/>
              <w10:anchorlock/>
            </v:group>
          </w:pict>
        </mc:Fallback>
      </mc:AlternateContent>
    </w:r>
    <w:r>
      <w:rPr>
        <w:noProof/>
        <w:lang w:eastAsia="en-GB"/>
      </w:rPr>
      <w:drawing>
        <wp:anchor distT="0" distB="0" distL="114300" distR="114300" simplePos="0" relativeHeight="251662336" behindDoc="1" locked="1" layoutInCell="0" allowOverlap="1" wp14:anchorId="662B7514" wp14:editId="2C37686B">
          <wp:simplePos x="0" y="0"/>
          <wp:positionH relativeFrom="page">
            <wp:posOffset>1276350</wp:posOffset>
          </wp:positionH>
          <wp:positionV relativeFrom="page">
            <wp:posOffset>3705225</wp:posOffset>
          </wp:positionV>
          <wp:extent cx="4972050" cy="5467350"/>
          <wp:effectExtent l="0" t="0" r="0" b="0"/>
          <wp:wrapNone/>
          <wp:docPr id="91" name="Picture 91" descr="2B POSTERIOR VEINS OF THE LEGS replaced with new anterior view"/>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2B POSTERIOR VEINS OF THE LEGS replaced with new anterior view"/>
                  <pic:cNvPicPr preferRelativeResize="0">
                    <a:picLocks noChangeArrowheads="1"/>
                  </pic:cNvPicPr>
                </pic:nvPicPr>
                <pic:blipFill>
                  <a:blip r:embed="rId5">
                    <a:extLst>
                      <a:ext uri="{28A0092B-C50C-407E-A947-70E740481C1C}">
                        <a14:useLocalDpi xmlns:a14="http://schemas.microsoft.com/office/drawing/2010/main" val="0"/>
                      </a:ext>
                    </a:extLst>
                  </a:blip>
                  <a:srcRect t="16365"/>
                  <a:stretch>
                    <a:fillRect/>
                  </a:stretch>
                </pic:blipFill>
                <pic:spPr bwMode="auto">
                  <a:xfrm>
                    <a:off x="0" y="0"/>
                    <a:ext cx="4972050" cy="546735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45720" distB="45720" distL="114300" distR="114300" simplePos="0" relativeHeight="251654144" behindDoc="0" locked="1" layoutInCell="0" allowOverlap="1" wp14:anchorId="64AD96C7" wp14:editId="727E3C30">
              <wp:simplePos x="0" y="0"/>
              <wp:positionH relativeFrom="column">
                <wp:posOffset>4105275</wp:posOffset>
              </wp:positionH>
              <wp:positionV relativeFrom="page">
                <wp:posOffset>3398520</wp:posOffset>
              </wp:positionV>
              <wp:extent cx="859790" cy="224155"/>
              <wp:effectExtent l="9525" t="7620" r="26035" b="25400"/>
              <wp:wrapNone/>
              <wp:docPr id="18"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224155"/>
                      </a:xfrm>
                      <a:prstGeom prst="rect">
                        <a:avLst/>
                      </a:prstGeom>
                      <a:solidFill>
                        <a:srgbClr val="FFFFFF"/>
                      </a:solidFill>
                      <a:ln w="6350">
                        <a:solidFill>
                          <a:srgbClr val="000000"/>
                        </a:solidFill>
                        <a:miter lim="800000"/>
                        <a:headEnd/>
                        <a:tailEnd/>
                      </a:ln>
                      <a:effectLst>
                        <a:outerShdw dist="35921" dir="2700000" algn="ctr" rotWithShape="0">
                          <a:srgbClr val="C0C0C0"/>
                        </a:outerShdw>
                      </a:effectLst>
                    </wps:spPr>
                    <wps:txbx>
                      <w:txbxContent>
                        <w:p w:rsidR="00A04910" w:rsidRPr="005D0996" w:rsidRDefault="00A04910" w:rsidP="005D0996">
                          <w:pPr>
                            <w:pStyle w:val="CUSTOMNormal"/>
                            <w:tabs>
                              <w:tab w:val="left" w:pos="392"/>
                            </w:tabs>
                            <w:jc w:val="center"/>
                            <w:rPr>
                              <w:sz w:val="18"/>
                              <w:szCs w:val="18"/>
                            </w:rPr>
                          </w:pPr>
                          <w:r>
                            <w:rPr>
                              <w:sz w:val="18"/>
                              <w:szCs w:val="18"/>
                            </w:rPr>
                            <w:t>Pos</w:t>
                          </w:r>
                          <w:r w:rsidRPr="005D0996">
                            <w:rPr>
                              <w:sz w:val="18"/>
                              <w:szCs w:val="18"/>
                            </w:rPr>
                            <w:t>terior view</w:t>
                          </w:r>
                        </w:p>
                      </w:txbxContent>
                    </wps:txbx>
                    <wps:bodyPr rot="0" vert="horz" wrap="square" lIns="36000" tIns="43200" rIns="36000" bIns="4320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1" o:spid="_x0000_s1031" type="#_x0000_t202" style="position:absolute;margin-left:323.25pt;margin-top:267.6pt;width:67.7pt;height:17.6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" o:allowincell="f" strokeweight=".5pt">
              <v:shadow on="t" color="silver"/>
              <v:textbox style="mso-fit-shape-to-text:t" inset="1mm,1.2mm,1mm,1.2mm">
                <w:txbxContent>
                  <w:p w:rsidR="00A04910" w:rsidRPr="005D0996" w:rsidRDefault="00A04910" w:rsidP="005D0996">
                    <w:pPr>
                      <w:pStyle w:val="CUSTOMNormal"/>
                      <w:tabs>
                        <w:tab w:val="left" w:pos="392"/>
                      </w:tabs>
                      <w:jc w:val="center"/>
                      <w:rPr>
                        <w:sz w:val="18"/>
                        <w:szCs w:val="18"/>
                      </w:rPr>
                    </w:pPr>
                    <w:r>
                      <w:rPr>
                        <w:sz w:val="18"/>
                        <w:szCs w:val="18"/>
                      </w:rPr>
                      <w:t>Pos</w:t>
                    </w:r>
                    <w:r w:rsidRPr="005D0996">
                      <w:rPr>
                        <w:sz w:val="18"/>
                        <w:szCs w:val="18"/>
                      </w:rPr>
                      <w:t>terior view</w:t>
                    </w:r>
                  </w:p>
                </w:txbxContent>
              </v:textbox>
              <w10:wrap anchory="page"/>
              <w10:anchorlock/>
            </v:shape>
          </w:pict>
        </mc:Fallback>
      </mc:AlternateContent>
    </w:r>
    <w:r>
      <w:rPr>
        <w:noProof/>
        <w:lang w:eastAsia="en-GB"/>
      </w:rPr>
      <mc:AlternateContent>
        <mc:Choice Requires="wps">
          <w:drawing>
            <wp:anchor distT="45720" distB="45720" distL="114300" distR="114300" simplePos="0" relativeHeight="251653120" behindDoc="0" locked="1" layoutInCell="0" allowOverlap="1" wp14:anchorId="6FD7ECDA" wp14:editId="49A66B4B">
              <wp:simplePos x="0" y="0"/>
              <wp:positionH relativeFrom="column">
                <wp:posOffset>1552575</wp:posOffset>
              </wp:positionH>
              <wp:positionV relativeFrom="page">
                <wp:posOffset>3398520</wp:posOffset>
              </wp:positionV>
              <wp:extent cx="764540" cy="224155"/>
              <wp:effectExtent l="9525" t="7620" r="26035" b="25400"/>
              <wp:wrapNone/>
              <wp:docPr id="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4540" cy="224155"/>
                      </a:xfrm>
                      <a:prstGeom prst="rect">
                        <a:avLst/>
                      </a:prstGeom>
                      <a:solidFill>
                        <a:srgbClr val="FFFFFF"/>
                      </a:solidFill>
                      <a:ln w="6350">
                        <a:solidFill>
                          <a:srgbClr val="000000"/>
                        </a:solidFill>
                        <a:miter lim="800000"/>
                        <a:headEnd/>
                        <a:tailEnd/>
                      </a:ln>
                      <a:effectLst>
                        <a:outerShdw dist="35921" dir="2700000" algn="ctr" rotWithShape="0">
                          <a:srgbClr val="C0C0C0"/>
                        </a:outerShdw>
                      </a:effectLst>
                    </wps:spPr>
                    <wps:txbx>
                      <w:txbxContent>
                        <w:p w:rsidR="00A04910" w:rsidRPr="005D0996" w:rsidRDefault="00A04910" w:rsidP="005D0996">
                          <w:pPr>
                            <w:pStyle w:val="CUSTOMNormal"/>
                            <w:tabs>
                              <w:tab w:val="left" w:pos="392"/>
                            </w:tabs>
                            <w:jc w:val="center"/>
                            <w:rPr>
                              <w:sz w:val="18"/>
                              <w:szCs w:val="18"/>
                            </w:rPr>
                          </w:pPr>
                          <w:r w:rsidRPr="005D0996">
                            <w:rPr>
                              <w:sz w:val="18"/>
                              <w:szCs w:val="18"/>
                            </w:rPr>
                            <w:t>Anterior view</w:t>
                          </w:r>
                        </w:p>
                      </w:txbxContent>
                    </wps:txbx>
                    <wps:bodyPr rot="0" vert="horz" wrap="square" lIns="36000" tIns="43200" rIns="36000" bIns="4320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50" o:spid="_x0000_s1032" type="#_x0000_t202" style="position:absolute;margin-left:122.25pt;margin-top:267.6pt;width:60.2pt;height:17.6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" o:allowincell="f" strokeweight=".5pt">
              <v:shadow on="t" color="silver"/>
              <v:textbox style="mso-fit-shape-to-text:t" inset="1mm,1.2mm,1mm,1.2mm">
                <w:txbxContent>
                  <w:p w:rsidR="00A04910" w:rsidRPr="005D0996" w:rsidRDefault="00A04910" w:rsidP="005D0996">
                    <w:pPr>
                      <w:pStyle w:val="CUSTOMNormal"/>
                      <w:tabs>
                        <w:tab w:val="left" w:pos="392"/>
                      </w:tabs>
                      <w:jc w:val="center"/>
                      <w:rPr>
                        <w:sz w:val="18"/>
                        <w:szCs w:val="18"/>
                      </w:rPr>
                    </w:pPr>
                    <w:r w:rsidRPr="005D0996">
                      <w:rPr>
                        <w:sz w:val="18"/>
                        <w:szCs w:val="18"/>
                      </w:rPr>
                      <w:t>Anterior view</w:t>
                    </w:r>
                  </w:p>
                </w:txbxContent>
              </v:textbox>
              <w10:wrap anchory="page"/>
              <w10:anchorlock/>
            </v:shape>
          </w:pict>
        </mc:Fallback>
      </mc:AlternateContent>
    </w:r>
    <w:r>
      <w:rPr>
        <w:noProof/>
        <w:lang w:eastAsia="en-GB"/>
      </w:rPr>
      <mc:AlternateContent>
        <mc:Choice Requires="wps">
          <w:drawing>
            <wp:anchor distT="45720" distB="45720" distL="114300" distR="114300" simplePos="0" relativeHeight="251657216" behindDoc="1" locked="1" layoutInCell="1" allowOverlap="1" wp14:anchorId="106EFF14" wp14:editId="0D3C6C26">
              <wp:simplePos x="0" y="0"/>
              <wp:positionH relativeFrom="page">
                <wp:posOffset>539750</wp:posOffset>
              </wp:positionH>
              <wp:positionV relativeFrom="page">
                <wp:posOffset>10029825</wp:posOffset>
              </wp:positionV>
              <wp:extent cx="6480175" cy="288290"/>
              <wp:effectExtent l="0" t="0" r="0" b="0"/>
              <wp:wrapNone/>
              <wp:docPr id="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4910" w:rsidRDefault="00A04910" w:rsidP="002E04BC">
                          <w:pPr>
                            <w:pStyle w:val="CUSTOMFooterAddress"/>
                          </w:pPr>
                          <w:r>
                            <w:t>Vascular Lab | Main Outpatients Building | Level 1 | Lewisham Hospital | SE13 6LH | Ext: 3425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 o:spid="_x0000_s1033" type="#_x0000_t202" style="position:absolute;margin-left:42.5pt;margin-top:789.75pt;width:510.25pt;height:22.7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" filled="f" stroked="f">
              <v:textbox inset="0,0,0,0">
                <w:txbxContent>
                  <w:p w:rsidR="00A04910" w:rsidRDefault="00A04910" w:rsidP="002E04BC">
                    <w:pPr>
                      <w:pStyle w:val="CUSTOMFooterAddress"/>
                    </w:pPr>
                    <w:r>
                      <w:t>Vascular Lab | Main Outpatients Building | Level 1 | Lewisham Hospital | SE13 6LH | Ext: 3425</w:t>
                    </w:r>
                  </w:p>
                </w:txbxContent>
              </v:textbox>
              <w10:wrap anchorx="page" anchory="page"/>
              <w10:anchorlock/>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style="mso-position-vertical-relative:page;mso-width-relative:margin;mso-height-relative:margin" o:allowincell="f" strokecolor="red">
      <v:stroke endarrow="block" color="red" weight=".5pt"/>
      <v:shadow color="silver"/>
      <v:textbox style="mso-fit-shape-to-text:t" inset="0,1.2mm,0,1.2mm"/>
      <o:colormru v:ext="edit" colors="#ddd,silver,#ade0f9,#679ad1"/>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6C8"/>
    <w:rsid w:val="000009C6"/>
    <w:rsid w:val="00002C57"/>
    <w:rsid w:val="00004989"/>
    <w:rsid w:val="00021342"/>
    <w:rsid w:val="0002322E"/>
    <w:rsid w:val="00030ECC"/>
    <w:rsid w:val="00031069"/>
    <w:rsid w:val="00033B0B"/>
    <w:rsid w:val="00041FD3"/>
    <w:rsid w:val="0006170F"/>
    <w:rsid w:val="00067354"/>
    <w:rsid w:val="00070AEC"/>
    <w:rsid w:val="00075B57"/>
    <w:rsid w:val="00077379"/>
    <w:rsid w:val="000B1F8C"/>
    <w:rsid w:val="000C302A"/>
    <w:rsid w:val="000C4B93"/>
    <w:rsid w:val="000D03AD"/>
    <w:rsid w:val="000D12F2"/>
    <w:rsid w:val="0012112F"/>
    <w:rsid w:val="00123164"/>
    <w:rsid w:val="00130369"/>
    <w:rsid w:val="0014708E"/>
    <w:rsid w:val="00156E8E"/>
    <w:rsid w:val="00186F8F"/>
    <w:rsid w:val="00191142"/>
    <w:rsid w:val="001A0E8C"/>
    <w:rsid w:val="001A1B5B"/>
    <w:rsid w:val="001A7AF4"/>
    <w:rsid w:val="001B713B"/>
    <w:rsid w:val="001C2A3A"/>
    <w:rsid w:val="001C3912"/>
    <w:rsid w:val="001F797D"/>
    <w:rsid w:val="002023BD"/>
    <w:rsid w:val="00210977"/>
    <w:rsid w:val="00226007"/>
    <w:rsid w:val="00271691"/>
    <w:rsid w:val="002739C8"/>
    <w:rsid w:val="002867C0"/>
    <w:rsid w:val="002932DD"/>
    <w:rsid w:val="002C6A41"/>
    <w:rsid w:val="002D4419"/>
    <w:rsid w:val="002D613D"/>
    <w:rsid w:val="002D7122"/>
    <w:rsid w:val="002E04BC"/>
    <w:rsid w:val="003234AA"/>
    <w:rsid w:val="00324212"/>
    <w:rsid w:val="003270E4"/>
    <w:rsid w:val="00344EE6"/>
    <w:rsid w:val="00352F64"/>
    <w:rsid w:val="00382C7D"/>
    <w:rsid w:val="00385FE2"/>
    <w:rsid w:val="003909B4"/>
    <w:rsid w:val="00394CF1"/>
    <w:rsid w:val="003A609C"/>
    <w:rsid w:val="003A6622"/>
    <w:rsid w:val="003E416A"/>
    <w:rsid w:val="00400383"/>
    <w:rsid w:val="00404107"/>
    <w:rsid w:val="00411FD4"/>
    <w:rsid w:val="004520A0"/>
    <w:rsid w:val="00477D62"/>
    <w:rsid w:val="004A3BCC"/>
    <w:rsid w:val="004B19B0"/>
    <w:rsid w:val="004C122B"/>
    <w:rsid w:val="004C256B"/>
    <w:rsid w:val="004E0025"/>
    <w:rsid w:val="004E3E95"/>
    <w:rsid w:val="004F4E3F"/>
    <w:rsid w:val="005060EC"/>
    <w:rsid w:val="00525F48"/>
    <w:rsid w:val="00543410"/>
    <w:rsid w:val="00543DEF"/>
    <w:rsid w:val="00552EAF"/>
    <w:rsid w:val="005534C2"/>
    <w:rsid w:val="005606F1"/>
    <w:rsid w:val="005748E3"/>
    <w:rsid w:val="00583D40"/>
    <w:rsid w:val="005947E5"/>
    <w:rsid w:val="00596D0F"/>
    <w:rsid w:val="005B6B7D"/>
    <w:rsid w:val="005C197D"/>
    <w:rsid w:val="005D0996"/>
    <w:rsid w:val="005D4909"/>
    <w:rsid w:val="005E594C"/>
    <w:rsid w:val="00624106"/>
    <w:rsid w:val="00632733"/>
    <w:rsid w:val="00644C5F"/>
    <w:rsid w:val="00661D13"/>
    <w:rsid w:val="0067732A"/>
    <w:rsid w:val="006A41AD"/>
    <w:rsid w:val="006C1CD1"/>
    <w:rsid w:val="006D2A35"/>
    <w:rsid w:val="006D3CE8"/>
    <w:rsid w:val="00701D82"/>
    <w:rsid w:val="007102C1"/>
    <w:rsid w:val="007112FB"/>
    <w:rsid w:val="007126C8"/>
    <w:rsid w:val="007C5B1B"/>
    <w:rsid w:val="007E5FF0"/>
    <w:rsid w:val="00802E05"/>
    <w:rsid w:val="00803E28"/>
    <w:rsid w:val="00804042"/>
    <w:rsid w:val="00811182"/>
    <w:rsid w:val="00813362"/>
    <w:rsid w:val="00850CED"/>
    <w:rsid w:val="00854725"/>
    <w:rsid w:val="00862CBF"/>
    <w:rsid w:val="00880184"/>
    <w:rsid w:val="00893153"/>
    <w:rsid w:val="008B3BF4"/>
    <w:rsid w:val="008B3C2A"/>
    <w:rsid w:val="008C4F7F"/>
    <w:rsid w:val="008C67DE"/>
    <w:rsid w:val="008E77CD"/>
    <w:rsid w:val="00907CF4"/>
    <w:rsid w:val="00923531"/>
    <w:rsid w:val="00924EB0"/>
    <w:rsid w:val="009350DF"/>
    <w:rsid w:val="00942505"/>
    <w:rsid w:val="00943CA7"/>
    <w:rsid w:val="00961297"/>
    <w:rsid w:val="00977A1C"/>
    <w:rsid w:val="00984A59"/>
    <w:rsid w:val="00992841"/>
    <w:rsid w:val="009A0ECB"/>
    <w:rsid w:val="009A3EEC"/>
    <w:rsid w:val="009A66B8"/>
    <w:rsid w:val="009C12E1"/>
    <w:rsid w:val="009D4370"/>
    <w:rsid w:val="009E0202"/>
    <w:rsid w:val="009F0327"/>
    <w:rsid w:val="009F19EF"/>
    <w:rsid w:val="009F70D4"/>
    <w:rsid w:val="00A04256"/>
    <w:rsid w:val="00A04910"/>
    <w:rsid w:val="00A078E6"/>
    <w:rsid w:val="00A2369C"/>
    <w:rsid w:val="00A3045E"/>
    <w:rsid w:val="00A43026"/>
    <w:rsid w:val="00A46516"/>
    <w:rsid w:val="00A62728"/>
    <w:rsid w:val="00A90B05"/>
    <w:rsid w:val="00A90F95"/>
    <w:rsid w:val="00AA0074"/>
    <w:rsid w:val="00AA2AD4"/>
    <w:rsid w:val="00AB09A7"/>
    <w:rsid w:val="00AB7058"/>
    <w:rsid w:val="00AC0857"/>
    <w:rsid w:val="00B03018"/>
    <w:rsid w:val="00B040FE"/>
    <w:rsid w:val="00B13FBA"/>
    <w:rsid w:val="00B14AFB"/>
    <w:rsid w:val="00B35F22"/>
    <w:rsid w:val="00B415C1"/>
    <w:rsid w:val="00B46E1E"/>
    <w:rsid w:val="00B734E8"/>
    <w:rsid w:val="00B8442D"/>
    <w:rsid w:val="00B87660"/>
    <w:rsid w:val="00BA480C"/>
    <w:rsid w:val="00BB323A"/>
    <w:rsid w:val="00BC2B3E"/>
    <w:rsid w:val="00BC5836"/>
    <w:rsid w:val="00C24FD1"/>
    <w:rsid w:val="00C2776E"/>
    <w:rsid w:val="00C36AA5"/>
    <w:rsid w:val="00C44E9D"/>
    <w:rsid w:val="00C64AE2"/>
    <w:rsid w:val="00C943BB"/>
    <w:rsid w:val="00CB3119"/>
    <w:rsid w:val="00D065FF"/>
    <w:rsid w:val="00D14AB1"/>
    <w:rsid w:val="00D254A0"/>
    <w:rsid w:val="00D35CC3"/>
    <w:rsid w:val="00D37604"/>
    <w:rsid w:val="00D86277"/>
    <w:rsid w:val="00D94904"/>
    <w:rsid w:val="00DC01AB"/>
    <w:rsid w:val="00DC5770"/>
    <w:rsid w:val="00DD0B20"/>
    <w:rsid w:val="00DF1DE9"/>
    <w:rsid w:val="00E32912"/>
    <w:rsid w:val="00E339E8"/>
    <w:rsid w:val="00E4100D"/>
    <w:rsid w:val="00E463E3"/>
    <w:rsid w:val="00E6169F"/>
    <w:rsid w:val="00E722DF"/>
    <w:rsid w:val="00E73447"/>
    <w:rsid w:val="00EA5C7C"/>
    <w:rsid w:val="00ED45C7"/>
    <w:rsid w:val="00EF1C3B"/>
    <w:rsid w:val="00F028B5"/>
    <w:rsid w:val="00F02F77"/>
    <w:rsid w:val="00F071E8"/>
    <w:rsid w:val="00F16C76"/>
    <w:rsid w:val="00F3457B"/>
    <w:rsid w:val="00F3756B"/>
    <w:rsid w:val="00F959B6"/>
    <w:rsid w:val="00F97841"/>
    <w:rsid w:val="00FD5490"/>
    <w:rsid w:val="00FE14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style="mso-position-vertical-relative:page;mso-width-relative:margin;mso-height-relative:margin" o:allowincell="f" strokecolor="red">
      <v:stroke endarrow="block" color="red" weight=".5pt"/>
      <v:shadow color="silver"/>
      <v:textbox style="mso-fit-shape-to-text:t" inset="0,1.2mm,0,1.2mm"/>
      <o:colormru v:ext="edit" colors="#ddd,silver,#ade0f9,#679ad1"/>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4BC"/>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5748E3"/>
    <w:pPr>
      <w:tabs>
        <w:tab w:val="center" w:pos="4513"/>
        <w:tab w:val="right" w:pos="9026"/>
      </w:tabs>
    </w:pPr>
  </w:style>
  <w:style w:type="character" w:customStyle="1" w:styleId="HeaderChar">
    <w:name w:val="Header Char"/>
    <w:link w:val="Header"/>
    <w:uiPriority w:val="99"/>
    <w:rsid w:val="005748E3"/>
    <w:rPr>
      <w:sz w:val="22"/>
      <w:szCs w:val="22"/>
      <w:lang w:eastAsia="en-US"/>
    </w:rPr>
  </w:style>
  <w:style w:type="paragraph" w:styleId="Footer">
    <w:name w:val="footer"/>
    <w:basedOn w:val="Normal"/>
    <w:link w:val="FooterChar"/>
    <w:uiPriority w:val="99"/>
    <w:unhideWhenUsed/>
    <w:locked/>
    <w:rsid w:val="005748E3"/>
    <w:pPr>
      <w:tabs>
        <w:tab w:val="center" w:pos="4513"/>
        <w:tab w:val="right" w:pos="9026"/>
      </w:tabs>
    </w:pPr>
  </w:style>
  <w:style w:type="character" w:customStyle="1" w:styleId="FooterChar">
    <w:name w:val="Footer Char"/>
    <w:link w:val="Footer"/>
    <w:uiPriority w:val="99"/>
    <w:rsid w:val="005748E3"/>
    <w:rPr>
      <w:sz w:val="22"/>
      <w:szCs w:val="22"/>
      <w:lang w:eastAsia="en-US"/>
    </w:rPr>
  </w:style>
  <w:style w:type="paragraph" w:customStyle="1" w:styleId="CUSTOMNormal">
    <w:name w:val="CUSTOM_Normal"/>
    <w:qFormat/>
    <w:rsid w:val="00DC01AB"/>
    <w:pPr>
      <w:suppressAutoHyphens/>
    </w:pPr>
    <w:rPr>
      <w:rFonts w:ascii="Arial" w:hAnsi="Arial"/>
      <w:kern w:val="12"/>
      <w:sz w:val="16"/>
      <w:szCs w:val="22"/>
      <w:lang w:eastAsia="en-US"/>
    </w:rPr>
  </w:style>
  <w:style w:type="paragraph" w:customStyle="1" w:styleId="CUSTOMFooterAddress">
    <w:name w:val="CUSTOM_Footer Address"/>
    <w:basedOn w:val="CUSTOMNormal"/>
    <w:qFormat/>
    <w:rsid w:val="002E04BC"/>
    <w:pPr>
      <w:jc w:val="center"/>
    </w:pPr>
    <w:rPr>
      <w:sz w:val="17"/>
    </w:rPr>
  </w:style>
  <w:style w:type="table" w:styleId="TableGrid">
    <w:name w:val="Table Grid"/>
    <w:basedOn w:val="TableNormal"/>
    <w:uiPriority w:val="39"/>
    <w:locked/>
    <w:rsid w:val="0062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STOMBoldColumnHeading">
    <w:name w:val="CUSTOM_Bold Column Heading"/>
    <w:basedOn w:val="CUSTOMNormal"/>
    <w:next w:val="CUSTOMColumnText"/>
    <w:qFormat/>
    <w:rsid w:val="00DC01AB"/>
    <w:rPr>
      <w:b/>
      <w:sz w:val="18"/>
    </w:rPr>
  </w:style>
  <w:style w:type="paragraph" w:customStyle="1" w:styleId="CUSTOMHeaderText">
    <w:name w:val="CUSTOM_Header Text"/>
    <w:basedOn w:val="CUSTOMNormal"/>
    <w:qFormat/>
    <w:rsid w:val="00DC01AB"/>
  </w:style>
  <w:style w:type="paragraph" w:customStyle="1" w:styleId="CUSTOMColumnText">
    <w:name w:val="CUSTOM_Column Text"/>
    <w:basedOn w:val="CUSTOMHeaderText"/>
    <w:qFormat/>
    <w:rsid w:val="0012112F"/>
    <w:rPr>
      <w:sz w:val="18"/>
    </w:rPr>
  </w:style>
  <w:style w:type="paragraph" w:customStyle="1" w:styleId="CUSTOMIllustrativeContent">
    <w:name w:val="CUSTOM_Illustrative Content"/>
    <w:basedOn w:val="CUSTOMNormal"/>
    <w:qFormat/>
    <w:rsid w:val="00D065FF"/>
    <w:pPr>
      <w:jc w:val="center"/>
    </w:pPr>
  </w:style>
  <w:style w:type="paragraph" w:customStyle="1" w:styleId="CUSTOMHeaderSpacer">
    <w:name w:val="CUSTOM_Header Spacer"/>
    <w:basedOn w:val="Header"/>
    <w:qFormat/>
    <w:rsid w:val="00F97841"/>
    <w:pPr>
      <w:spacing w:after="1260"/>
    </w:pPr>
    <w:rPr>
      <w:rFonts w:ascii="Arial" w:hAnsi="Arial"/>
    </w:rPr>
  </w:style>
  <w:style w:type="paragraph" w:styleId="BalloonText">
    <w:name w:val="Balloon Text"/>
    <w:basedOn w:val="Normal"/>
    <w:link w:val="BalloonTextChar"/>
    <w:uiPriority w:val="99"/>
    <w:semiHidden/>
    <w:unhideWhenUsed/>
    <w:locked/>
    <w:rsid w:val="00D35CC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D35CC3"/>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4BC"/>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5748E3"/>
    <w:pPr>
      <w:tabs>
        <w:tab w:val="center" w:pos="4513"/>
        <w:tab w:val="right" w:pos="9026"/>
      </w:tabs>
    </w:pPr>
  </w:style>
  <w:style w:type="character" w:customStyle="1" w:styleId="HeaderChar">
    <w:name w:val="Header Char"/>
    <w:link w:val="Header"/>
    <w:uiPriority w:val="99"/>
    <w:rsid w:val="005748E3"/>
    <w:rPr>
      <w:sz w:val="22"/>
      <w:szCs w:val="22"/>
      <w:lang w:eastAsia="en-US"/>
    </w:rPr>
  </w:style>
  <w:style w:type="paragraph" w:styleId="Footer">
    <w:name w:val="footer"/>
    <w:basedOn w:val="Normal"/>
    <w:link w:val="FooterChar"/>
    <w:uiPriority w:val="99"/>
    <w:unhideWhenUsed/>
    <w:locked/>
    <w:rsid w:val="005748E3"/>
    <w:pPr>
      <w:tabs>
        <w:tab w:val="center" w:pos="4513"/>
        <w:tab w:val="right" w:pos="9026"/>
      </w:tabs>
    </w:pPr>
  </w:style>
  <w:style w:type="character" w:customStyle="1" w:styleId="FooterChar">
    <w:name w:val="Footer Char"/>
    <w:link w:val="Footer"/>
    <w:uiPriority w:val="99"/>
    <w:rsid w:val="005748E3"/>
    <w:rPr>
      <w:sz w:val="22"/>
      <w:szCs w:val="22"/>
      <w:lang w:eastAsia="en-US"/>
    </w:rPr>
  </w:style>
  <w:style w:type="paragraph" w:customStyle="1" w:styleId="CUSTOMNormal">
    <w:name w:val="CUSTOM_Normal"/>
    <w:qFormat/>
    <w:rsid w:val="00DC01AB"/>
    <w:pPr>
      <w:suppressAutoHyphens/>
    </w:pPr>
    <w:rPr>
      <w:rFonts w:ascii="Arial" w:hAnsi="Arial"/>
      <w:kern w:val="12"/>
      <w:sz w:val="16"/>
      <w:szCs w:val="22"/>
      <w:lang w:eastAsia="en-US"/>
    </w:rPr>
  </w:style>
  <w:style w:type="paragraph" w:customStyle="1" w:styleId="CUSTOMFooterAddress">
    <w:name w:val="CUSTOM_Footer Address"/>
    <w:basedOn w:val="CUSTOMNormal"/>
    <w:qFormat/>
    <w:rsid w:val="002E04BC"/>
    <w:pPr>
      <w:jc w:val="center"/>
    </w:pPr>
    <w:rPr>
      <w:sz w:val="17"/>
    </w:rPr>
  </w:style>
  <w:style w:type="table" w:styleId="TableGrid">
    <w:name w:val="Table Grid"/>
    <w:basedOn w:val="TableNormal"/>
    <w:uiPriority w:val="39"/>
    <w:locked/>
    <w:rsid w:val="0062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STOMBoldColumnHeading">
    <w:name w:val="CUSTOM_Bold Column Heading"/>
    <w:basedOn w:val="CUSTOMNormal"/>
    <w:next w:val="CUSTOMColumnText"/>
    <w:qFormat/>
    <w:rsid w:val="00DC01AB"/>
    <w:rPr>
      <w:b/>
      <w:sz w:val="18"/>
    </w:rPr>
  </w:style>
  <w:style w:type="paragraph" w:customStyle="1" w:styleId="CUSTOMHeaderText">
    <w:name w:val="CUSTOM_Header Text"/>
    <w:basedOn w:val="CUSTOMNormal"/>
    <w:qFormat/>
    <w:rsid w:val="00DC01AB"/>
  </w:style>
  <w:style w:type="paragraph" w:customStyle="1" w:styleId="CUSTOMColumnText">
    <w:name w:val="CUSTOM_Column Text"/>
    <w:basedOn w:val="CUSTOMHeaderText"/>
    <w:qFormat/>
    <w:rsid w:val="0012112F"/>
    <w:rPr>
      <w:sz w:val="18"/>
    </w:rPr>
  </w:style>
  <w:style w:type="paragraph" w:customStyle="1" w:styleId="CUSTOMIllustrativeContent">
    <w:name w:val="CUSTOM_Illustrative Content"/>
    <w:basedOn w:val="CUSTOMNormal"/>
    <w:qFormat/>
    <w:rsid w:val="00D065FF"/>
    <w:pPr>
      <w:jc w:val="center"/>
    </w:pPr>
  </w:style>
  <w:style w:type="paragraph" w:customStyle="1" w:styleId="CUSTOMHeaderSpacer">
    <w:name w:val="CUSTOM_Header Spacer"/>
    <w:basedOn w:val="Header"/>
    <w:qFormat/>
    <w:rsid w:val="00F97841"/>
    <w:pPr>
      <w:spacing w:after="1260"/>
    </w:pPr>
    <w:rPr>
      <w:rFonts w:ascii="Arial" w:hAnsi="Arial"/>
    </w:rPr>
  </w:style>
  <w:style w:type="paragraph" w:styleId="BalloonText">
    <w:name w:val="Balloon Text"/>
    <w:basedOn w:val="Normal"/>
    <w:link w:val="BalloonTextChar"/>
    <w:uiPriority w:val="99"/>
    <w:semiHidden/>
    <w:unhideWhenUsed/>
    <w:locked/>
    <w:rsid w:val="00D35CC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D35CC3"/>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5.emf"/><Relationship Id="rId4" Type="http://schemas.openxmlformats.org/officeDocument/2006/relationships/image" Target="media/image4.emf"/></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6.png"/><Relationship Id="rId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surefw0.UHL\AppData\Local\Microsoft\Windows\Temporary%20Internet%20Files\Content.IE5\EY2VVZ57\Lower%20Limb%20Venous%20Insufficiency%20scan%20_%20Both%20_%20Norm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Lower Limb Venous Insufficiency scan _ Both _ Normal</Template>
  <TotalTime>1</TotalTime>
  <Pages>2</Pages>
  <Words>192</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Lewisham Hospital</Company>
  <LinksUpToDate>false</LinksUpToDate>
  <CharactersWithSpaces>1285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Waldegrave</dc:creator>
  <cp:lastModifiedBy>Daniel Sims</cp:lastModifiedBy>
  <cp:revision>2</cp:revision>
  <cp:lastPrinted>2019-01-18T11:11:00Z</cp:lastPrinted>
  <dcterms:created xsi:type="dcterms:W3CDTF">2019-10-16T15:08:00Z</dcterms:created>
  <dcterms:modified xsi:type="dcterms:W3CDTF">2019-10-16T15:08:00Z</dcterms:modified>
</cp:coreProperties>
</file>